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9E4" w:rsidRDefault="007C59E4" w:rsidP="00EE7E11">
      <w:pPr>
        <w:numPr>
          <w:ilvl w:val="0"/>
          <w:numId w:val="0"/>
        </w:numPr>
      </w:pPr>
      <w:bookmarkStart w:id="0" w:name="_GoBack"/>
      <w:bookmarkEnd w:id="0"/>
      <w:r>
        <w:t>an-Nas  (Mankind)</w:t>
      </w:r>
    </w:p>
    <w:p w:rsidR="007C59E4" w:rsidRDefault="007C59E4" w:rsidP="00EE7E11">
      <w:pPr>
        <w:numPr>
          <w:ilvl w:val="0"/>
          <w:numId w:val="0"/>
        </w:numPr>
      </w:pPr>
      <w:r>
        <w:t>In the name of Allah, the Gracious, the Merciful.</w:t>
      </w:r>
    </w:p>
    <w:p w:rsidR="007C59E4" w:rsidRDefault="007C59E4" w:rsidP="007C59E4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Say, “I seek refuge in the Lord of mankind.</w:t>
      </w:r>
    </w:p>
    <w:p w:rsidR="007C59E4" w:rsidRDefault="007C59E4" w:rsidP="007C59E4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The King of mankind.</w:t>
      </w:r>
    </w:p>
    <w:p w:rsidR="007C59E4" w:rsidRDefault="007C59E4" w:rsidP="007C59E4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The God of mankind.</w:t>
      </w:r>
    </w:p>
    <w:p w:rsidR="007C59E4" w:rsidRDefault="007C59E4" w:rsidP="007C59E4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From the evil of the sneaky whisperer.</w:t>
      </w:r>
    </w:p>
    <w:p w:rsidR="007C59E4" w:rsidRDefault="007C59E4" w:rsidP="007C59E4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Who whispers into the hearts of people.</w:t>
      </w:r>
    </w:p>
    <w:p w:rsidR="007C59E4" w:rsidRPr="00EE7E11" w:rsidRDefault="007C59E4" w:rsidP="007C59E4">
      <w:pPr>
        <w:numPr>
          <w:ilvl w:val="0"/>
          <w:numId w:val="0"/>
        </w:numPr>
      </w:pPr>
      <w:r w:rsidRPr="00EE7E11">
        <w:rPr>
          <w:sz w:val="16"/>
        </w:rPr>
        <w:t xml:space="preserve">6. </w:t>
      </w:r>
      <w:r>
        <w:t>From among jinn and among people.”</w:t>
      </w:r>
    </w:p>
    <w:sectPr w:rsidR="007C59E4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C59E4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