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2F6" w:rsidRDefault="002A62F6" w:rsidP="00EE7E11">
      <w:pPr>
        <w:numPr>
          <w:ilvl w:val="0"/>
          <w:numId w:val="0"/>
        </w:numPr>
      </w:pPr>
      <w:bookmarkStart w:id="0" w:name="_GoBack"/>
      <w:bookmarkEnd w:id="0"/>
      <w:r>
        <w:t>al-Falaq  (Daybreak)</w:t>
      </w:r>
    </w:p>
    <w:p w:rsidR="002A62F6" w:rsidRDefault="002A62F6" w:rsidP="00EE7E11">
      <w:pPr>
        <w:numPr>
          <w:ilvl w:val="0"/>
          <w:numId w:val="0"/>
        </w:numPr>
      </w:pPr>
      <w:r>
        <w:t>In the name of Allah, the Gracious, the Merciful.</w:t>
      </w:r>
    </w:p>
    <w:p w:rsidR="002A62F6" w:rsidRDefault="002A62F6" w:rsidP="002A62F6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Say, “I take refuge with the Lord of Daybreak.</w:t>
      </w:r>
    </w:p>
    <w:p w:rsidR="002A62F6" w:rsidRDefault="002A62F6" w:rsidP="002A62F6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From the evil of what He created.</w:t>
      </w:r>
    </w:p>
    <w:p w:rsidR="002A62F6" w:rsidRDefault="002A62F6" w:rsidP="002A62F6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from the evil of the darkness as it gathers.</w:t>
      </w:r>
    </w:p>
    <w:p w:rsidR="002A62F6" w:rsidRDefault="002A62F6" w:rsidP="002A62F6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from the evil of those who practice sorcery.</w:t>
      </w:r>
    </w:p>
    <w:p w:rsidR="002A62F6" w:rsidRPr="00EE7E11" w:rsidRDefault="002A62F6" w:rsidP="002A62F6">
      <w:pPr>
        <w:numPr>
          <w:ilvl w:val="0"/>
          <w:numId w:val="0"/>
        </w:numPr>
      </w:pPr>
      <w:r w:rsidRPr="00EE7E11">
        <w:rPr>
          <w:sz w:val="16"/>
        </w:rPr>
        <w:t xml:space="preserve">5. </w:t>
      </w:r>
      <w:r>
        <w:t>And from the evil of an envious when he envies.”</w:t>
      </w:r>
    </w:p>
    <w:sectPr w:rsidR="002A62F6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A62F6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