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C06" w:rsidRDefault="00787C06" w:rsidP="00EE7E11">
      <w:pPr>
        <w:numPr>
          <w:ilvl w:val="0"/>
          <w:numId w:val="0"/>
        </w:numPr>
      </w:pPr>
      <w:bookmarkStart w:id="0" w:name="_GoBack"/>
      <w:bookmarkEnd w:id="0"/>
      <w:r>
        <w:t>al-Ikhlas  (Monotheism)</w:t>
      </w:r>
    </w:p>
    <w:p w:rsidR="00787C06" w:rsidRDefault="00787C06" w:rsidP="00EE7E11">
      <w:pPr>
        <w:numPr>
          <w:ilvl w:val="0"/>
          <w:numId w:val="0"/>
        </w:numPr>
      </w:pPr>
      <w:r>
        <w:t>In the name of Allah, the Gracious, the Merciful.</w:t>
      </w:r>
    </w:p>
    <w:p w:rsidR="00787C06" w:rsidRDefault="00787C06" w:rsidP="00787C06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Say, “He is Allah, the One.</w:t>
      </w:r>
    </w:p>
    <w:p w:rsidR="00787C06" w:rsidRDefault="00787C06" w:rsidP="00787C06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Allah, the Absolute.</w:t>
      </w:r>
    </w:p>
    <w:p w:rsidR="00787C06" w:rsidRDefault="00787C06" w:rsidP="00787C06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He begets not, nor was He begotten.</w:t>
      </w:r>
    </w:p>
    <w:p w:rsidR="00787C06" w:rsidRPr="00EE7E11" w:rsidRDefault="00787C06" w:rsidP="00787C06">
      <w:pPr>
        <w:numPr>
          <w:ilvl w:val="0"/>
          <w:numId w:val="0"/>
        </w:numPr>
      </w:pPr>
      <w:r w:rsidRPr="00EE7E11">
        <w:rPr>
          <w:sz w:val="16"/>
        </w:rPr>
        <w:t xml:space="preserve">4. </w:t>
      </w:r>
      <w:r>
        <w:t>And there is nothing comparable to Him.”</w:t>
      </w:r>
    </w:p>
    <w:sectPr w:rsidR="00787C06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787C06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