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5FA" w:rsidRDefault="005245FA" w:rsidP="00EE7E11">
      <w:pPr>
        <w:numPr>
          <w:ilvl w:val="0"/>
          <w:numId w:val="0"/>
        </w:numPr>
      </w:pPr>
      <w:bookmarkStart w:id="0" w:name="_GoBack"/>
      <w:bookmarkEnd w:id="0"/>
      <w:r>
        <w:t>an-Nasr  (Victory)</w:t>
      </w:r>
    </w:p>
    <w:p w:rsidR="005245FA" w:rsidRDefault="005245FA" w:rsidP="00EE7E11">
      <w:pPr>
        <w:numPr>
          <w:ilvl w:val="0"/>
          <w:numId w:val="0"/>
        </w:numPr>
      </w:pPr>
      <w:r>
        <w:t>In the name of Allah, the Gracious, the Merciful.</w:t>
      </w:r>
    </w:p>
    <w:p w:rsidR="005245FA" w:rsidRDefault="005245FA" w:rsidP="005245FA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When there comes Allah’s victory, and conquest.</w:t>
      </w:r>
    </w:p>
    <w:p w:rsidR="005245FA" w:rsidRDefault="005245FA" w:rsidP="005245FA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And you see the people entering Allah’s religion in multitudes.</w:t>
      </w:r>
    </w:p>
    <w:p w:rsidR="005245FA" w:rsidRPr="00EE7E11" w:rsidRDefault="005245FA" w:rsidP="005245FA">
      <w:pPr>
        <w:numPr>
          <w:ilvl w:val="0"/>
          <w:numId w:val="0"/>
        </w:numPr>
      </w:pPr>
      <w:r w:rsidRPr="00EE7E11">
        <w:rPr>
          <w:sz w:val="16"/>
        </w:rPr>
        <w:t xml:space="preserve">3. </w:t>
      </w:r>
      <w:r>
        <w:t>Then celebrate the praise of your Lord, and seek His forgiveness. He is the Accepter of Repentance.</w:t>
      </w:r>
    </w:p>
    <w:sectPr w:rsidR="005245FA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245FA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