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2E8" w:rsidRDefault="00B312E8" w:rsidP="00EE7E11">
      <w:pPr>
        <w:numPr>
          <w:ilvl w:val="0"/>
          <w:numId w:val="0"/>
        </w:numPr>
      </w:pPr>
      <w:bookmarkStart w:id="0" w:name="_GoBack"/>
      <w:bookmarkEnd w:id="0"/>
      <w:r>
        <w:t>al-Ma'un  (Assistance)</w:t>
      </w:r>
    </w:p>
    <w:p w:rsidR="00B312E8" w:rsidRDefault="00B312E8" w:rsidP="00EE7E11">
      <w:pPr>
        <w:numPr>
          <w:ilvl w:val="0"/>
          <w:numId w:val="0"/>
        </w:numPr>
      </w:pPr>
      <w:r>
        <w:t>In the name of Allah, the Gracious, the Merciful.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Have you considered him who denies the religion?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It is he who mistreats the orphan.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does not encourage the feeding of the poor.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So woe to those who pray.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Those who are heedless of their prayers.</w:t>
      </w:r>
    </w:p>
    <w:p w:rsidR="00B312E8" w:rsidRDefault="00B312E8" w:rsidP="00B312E8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Those who put on the appearance.</w:t>
      </w:r>
    </w:p>
    <w:p w:rsidR="00B312E8" w:rsidRPr="00EE7E11" w:rsidRDefault="00B312E8" w:rsidP="00B312E8">
      <w:pPr>
        <w:numPr>
          <w:ilvl w:val="0"/>
          <w:numId w:val="0"/>
        </w:numPr>
      </w:pPr>
      <w:r w:rsidRPr="00EE7E11">
        <w:rPr>
          <w:sz w:val="16"/>
        </w:rPr>
        <w:t xml:space="preserve">7. </w:t>
      </w:r>
      <w:r>
        <w:t>And withhold the assistance.</w:t>
      </w:r>
    </w:p>
    <w:sectPr w:rsidR="00B312E8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312E8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