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439" w:rsidRDefault="00405439" w:rsidP="00EE7E11">
      <w:pPr>
        <w:numPr>
          <w:ilvl w:val="0"/>
          <w:numId w:val="0"/>
        </w:numPr>
      </w:pPr>
      <w:bookmarkStart w:id="0" w:name="_GoBack"/>
      <w:bookmarkEnd w:id="0"/>
      <w:r>
        <w:t>al-Fil  (The Elephant)</w:t>
      </w:r>
    </w:p>
    <w:p w:rsidR="00405439" w:rsidRDefault="00405439" w:rsidP="00EE7E11">
      <w:pPr>
        <w:numPr>
          <w:ilvl w:val="0"/>
          <w:numId w:val="0"/>
        </w:numPr>
      </w:pPr>
      <w:r>
        <w:t>In the name of Allah, the Gracious, the Merciful.</w:t>
      </w:r>
    </w:p>
    <w:p w:rsidR="00405439" w:rsidRDefault="00405439" w:rsidP="00405439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Have you not considered how your Lord dealt with the People of the Elephant?</w:t>
      </w:r>
    </w:p>
    <w:p w:rsidR="00405439" w:rsidRDefault="00405439" w:rsidP="00405439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Did He not make their plan go wrong?</w:t>
      </w:r>
    </w:p>
    <w:p w:rsidR="00405439" w:rsidRDefault="00405439" w:rsidP="00405439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He sent against them swarms of birds.</w:t>
      </w:r>
    </w:p>
    <w:p w:rsidR="00405439" w:rsidRDefault="00405439" w:rsidP="00405439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Throwing at them rocks of baked clay.</w:t>
      </w:r>
    </w:p>
    <w:p w:rsidR="00405439" w:rsidRPr="00EE7E11" w:rsidRDefault="00405439" w:rsidP="00405439">
      <w:pPr>
        <w:numPr>
          <w:ilvl w:val="0"/>
          <w:numId w:val="0"/>
        </w:numPr>
      </w:pPr>
      <w:r w:rsidRPr="00EE7E11">
        <w:rPr>
          <w:sz w:val="16"/>
        </w:rPr>
        <w:t xml:space="preserve">5. </w:t>
      </w:r>
      <w:r>
        <w:t>Leaving them like chewed-up leaves.</w:t>
      </w:r>
    </w:p>
    <w:sectPr w:rsidR="00405439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05439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