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AD9" w:rsidRDefault="00841AD9" w:rsidP="00EE7E11">
      <w:pPr>
        <w:numPr>
          <w:ilvl w:val="0"/>
          <w:numId w:val="0"/>
        </w:numPr>
      </w:pPr>
      <w:bookmarkStart w:id="0" w:name="_GoBack"/>
      <w:bookmarkEnd w:id="0"/>
      <w:r>
        <w:t>al-Humazah  (The Backbiter)</w:t>
      </w:r>
    </w:p>
    <w:p w:rsidR="00841AD9" w:rsidRDefault="00841AD9" w:rsidP="00EE7E11">
      <w:pPr>
        <w:numPr>
          <w:ilvl w:val="0"/>
          <w:numId w:val="0"/>
        </w:numPr>
      </w:pPr>
      <w:r>
        <w:t>In the name of Allah, the Gracious, the Merciful.</w:t>
      </w:r>
    </w:p>
    <w:p w:rsidR="00841AD9" w:rsidRDefault="00841AD9" w:rsidP="00841AD9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Woe to every slanderer backbiter.</w:t>
      </w:r>
    </w:p>
    <w:p w:rsidR="00841AD9" w:rsidRDefault="00841AD9" w:rsidP="00841AD9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Who gathers wealth and counts it over.</w:t>
      </w:r>
    </w:p>
    <w:p w:rsidR="00841AD9" w:rsidRDefault="00841AD9" w:rsidP="00841AD9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Thinking that his wealth has made him immortal.</w:t>
      </w:r>
    </w:p>
    <w:p w:rsidR="00841AD9" w:rsidRDefault="00841AD9" w:rsidP="00841AD9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By no means. He will be thrown into the Crusher.</w:t>
      </w:r>
    </w:p>
    <w:p w:rsidR="00841AD9" w:rsidRDefault="00841AD9" w:rsidP="00841AD9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And what will make you realize what the Crusher is?</w:t>
      </w:r>
    </w:p>
    <w:p w:rsidR="00841AD9" w:rsidRDefault="00841AD9" w:rsidP="00841AD9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Allah's kindled Fire.</w:t>
      </w:r>
    </w:p>
    <w:p w:rsidR="00841AD9" w:rsidRDefault="00841AD9" w:rsidP="00841AD9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That laps to the hearts.</w:t>
      </w:r>
    </w:p>
    <w:p w:rsidR="00841AD9" w:rsidRDefault="00841AD9" w:rsidP="00841AD9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It closes in on them.</w:t>
      </w:r>
    </w:p>
    <w:p w:rsidR="00841AD9" w:rsidRPr="00EE7E11" w:rsidRDefault="00841AD9" w:rsidP="00841AD9">
      <w:pPr>
        <w:numPr>
          <w:ilvl w:val="0"/>
          <w:numId w:val="0"/>
        </w:numPr>
      </w:pPr>
      <w:r w:rsidRPr="00EE7E11">
        <w:rPr>
          <w:sz w:val="16"/>
        </w:rPr>
        <w:t xml:space="preserve">9. </w:t>
      </w:r>
      <w:r>
        <w:t>In extended columns.</w:t>
      </w:r>
    </w:p>
    <w:sectPr w:rsidR="00841AD9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841AD9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