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ED5" w:rsidRDefault="005F3ED5" w:rsidP="00EE7E11">
      <w:pPr>
        <w:numPr>
          <w:ilvl w:val="0"/>
          <w:numId w:val="0"/>
        </w:numPr>
      </w:pPr>
      <w:bookmarkStart w:id="0" w:name="_GoBack"/>
      <w:bookmarkEnd w:id="0"/>
      <w:r>
        <w:t>at-Takathur  (Abundance)</w:t>
      </w:r>
    </w:p>
    <w:p w:rsidR="005F3ED5" w:rsidRDefault="005F3ED5" w:rsidP="00EE7E11">
      <w:pPr>
        <w:numPr>
          <w:ilvl w:val="0"/>
          <w:numId w:val="0"/>
        </w:numPr>
      </w:pPr>
      <w:r>
        <w:t>In the name of Allah, the Gracious, the Merciful.</w:t>
      </w:r>
    </w:p>
    <w:p w:rsidR="005F3ED5" w:rsidRDefault="005F3ED5" w:rsidP="005F3ED5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Abundance distracts you.</w:t>
      </w:r>
    </w:p>
    <w:p w:rsidR="005F3ED5" w:rsidRDefault="005F3ED5" w:rsidP="005F3ED5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Until you visit the graveyards.</w:t>
      </w:r>
    </w:p>
    <w:p w:rsidR="005F3ED5" w:rsidRDefault="005F3ED5" w:rsidP="005F3ED5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 xml:space="preserve">Indeed, you will know. </w:t>
      </w:r>
    </w:p>
    <w:p w:rsidR="005F3ED5" w:rsidRDefault="005F3ED5" w:rsidP="005F3ED5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Certainly, you will know.</w:t>
      </w:r>
    </w:p>
    <w:p w:rsidR="005F3ED5" w:rsidRDefault="005F3ED5" w:rsidP="005F3ED5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If you knew with knowledge of certainty.</w:t>
      </w:r>
    </w:p>
    <w:p w:rsidR="005F3ED5" w:rsidRDefault="005F3ED5" w:rsidP="005F3ED5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You would see the Inferno.</w:t>
      </w:r>
    </w:p>
    <w:p w:rsidR="005F3ED5" w:rsidRDefault="005F3ED5" w:rsidP="005F3ED5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Then you will see it with the eye of certainty.</w:t>
      </w:r>
    </w:p>
    <w:p w:rsidR="005F3ED5" w:rsidRPr="00EE7E11" w:rsidRDefault="005F3ED5" w:rsidP="005F3ED5">
      <w:pPr>
        <w:numPr>
          <w:ilvl w:val="0"/>
          <w:numId w:val="0"/>
        </w:numPr>
      </w:pPr>
      <w:r w:rsidRPr="00EE7E11">
        <w:rPr>
          <w:sz w:val="16"/>
        </w:rPr>
        <w:t xml:space="preserve">8. </w:t>
      </w:r>
      <w:r>
        <w:t>Then, on that Day, you will be questioned about the Bliss.</w:t>
      </w:r>
    </w:p>
    <w:sectPr w:rsidR="005F3ED5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5F3ED5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