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3B8" w:rsidRDefault="004823B8" w:rsidP="00EE7E11">
      <w:pPr>
        <w:numPr>
          <w:ilvl w:val="0"/>
          <w:numId w:val="0"/>
        </w:numPr>
      </w:pPr>
      <w:bookmarkStart w:id="0" w:name="_GoBack"/>
      <w:bookmarkEnd w:id="0"/>
      <w:r>
        <w:t>az-Zalzalah  (The Quake)</w:t>
      </w:r>
    </w:p>
    <w:p w:rsidR="004823B8" w:rsidRDefault="004823B8" w:rsidP="00EE7E11">
      <w:pPr>
        <w:numPr>
          <w:ilvl w:val="0"/>
          <w:numId w:val="0"/>
        </w:numPr>
      </w:pPr>
      <w:r>
        <w:t>In the name of Allah, the Gracious, the Merciful.</w:t>
      </w:r>
    </w:p>
    <w:p w:rsidR="004823B8" w:rsidRDefault="004823B8" w:rsidP="004823B8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When the earth is shaken with its quake.</w:t>
      </w:r>
    </w:p>
    <w:p w:rsidR="004823B8" w:rsidRDefault="004823B8" w:rsidP="004823B8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And the earth brings out its loads.</w:t>
      </w:r>
    </w:p>
    <w:p w:rsidR="004823B8" w:rsidRDefault="004823B8" w:rsidP="004823B8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And man says, “What is the matter with it?”</w:t>
      </w:r>
    </w:p>
    <w:p w:rsidR="004823B8" w:rsidRDefault="004823B8" w:rsidP="004823B8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On that Day, it will tell its tales.</w:t>
      </w:r>
    </w:p>
    <w:p w:rsidR="004823B8" w:rsidRDefault="004823B8" w:rsidP="004823B8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For your Lord will have inspired it.</w:t>
      </w:r>
    </w:p>
    <w:p w:rsidR="004823B8" w:rsidRDefault="004823B8" w:rsidP="004823B8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On that Day, the people will emerge in droves, to be shown their works.</w:t>
      </w:r>
    </w:p>
    <w:p w:rsidR="004823B8" w:rsidRDefault="004823B8" w:rsidP="004823B8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Whoever has done an atom's weight of good will see it.</w:t>
      </w:r>
    </w:p>
    <w:p w:rsidR="004823B8" w:rsidRPr="00EE7E11" w:rsidRDefault="004823B8" w:rsidP="004823B8">
      <w:pPr>
        <w:numPr>
          <w:ilvl w:val="0"/>
          <w:numId w:val="0"/>
        </w:numPr>
      </w:pPr>
      <w:r w:rsidRPr="00EE7E11">
        <w:rPr>
          <w:sz w:val="16"/>
        </w:rPr>
        <w:t xml:space="preserve">8. </w:t>
      </w:r>
      <w:r>
        <w:t>And whoever has done an atom's weight of evil will see it.</w:t>
      </w:r>
    </w:p>
    <w:sectPr w:rsidR="004823B8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823B8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