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767" w:rsidRDefault="005F4767" w:rsidP="00EE7E11">
      <w:pPr>
        <w:numPr>
          <w:ilvl w:val="0"/>
          <w:numId w:val="0"/>
        </w:numPr>
      </w:pPr>
      <w:bookmarkStart w:id="0" w:name="_GoBack"/>
      <w:bookmarkEnd w:id="0"/>
      <w:r>
        <w:t>at-Tin  (The Fig)</w:t>
      </w:r>
    </w:p>
    <w:p w:rsidR="005F4767" w:rsidRDefault="005F4767" w:rsidP="00EE7E11">
      <w:pPr>
        <w:numPr>
          <w:ilvl w:val="0"/>
          <w:numId w:val="0"/>
        </w:numPr>
      </w:pPr>
      <w:r>
        <w:t>In the name of Allah, the Gracious, the Merciful.</w:t>
      </w:r>
    </w:p>
    <w:p w:rsidR="005F4767" w:rsidRDefault="005F4767" w:rsidP="005F4767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By the fig and the olive.</w:t>
      </w:r>
    </w:p>
    <w:p w:rsidR="005F4767" w:rsidRDefault="005F4767" w:rsidP="005F4767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And Mount Sinai.</w:t>
      </w:r>
    </w:p>
    <w:p w:rsidR="005F4767" w:rsidRDefault="005F4767" w:rsidP="005F4767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And this safe land.</w:t>
      </w:r>
    </w:p>
    <w:p w:rsidR="005F4767" w:rsidRDefault="005F4767" w:rsidP="005F4767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We created man in the best design.</w:t>
      </w:r>
    </w:p>
    <w:p w:rsidR="005F4767" w:rsidRDefault="005F4767" w:rsidP="005F4767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Then reduced him to the lowest of the low.</w:t>
      </w:r>
    </w:p>
    <w:p w:rsidR="005F4767" w:rsidRDefault="005F4767" w:rsidP="005F4767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Except those who believe and do righteous deeds; for them is a reward without end.</w:t>
      </w:r>
    </w:p>
    <w:p w:rsidR="005F4767" w:rsidRDefault="005F4767" w:rsidP="005F4767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So why do you still reject the religion?</w:t>
      </w:r>
    </w:p>
    <w:p w:rsidR="005F4767" w:rsidRPr="00EE7E11" w:rsidRDefault="005F4767" w:rsidP="005F4767">
      <w:pPr>
        <w:numPr>
          <w:ilvl w:val="0"/>
          <w:numId w:val="0"/>
        </w:numPr>
      </w:pPr>
      <w:r w:rsidRPr="00EE7E11">
        <w:rPr>
          <w:sz w:val="16"/>
        </w:rPr>
        <w:t xml:space="preserve">8. </w:t>
      </w:r>
      <w:r>
        <w:t>Is Allah not the Wisest of the wise?</w:t>
      </w:r>
    </w:p>
    <w:sectPr w:rsidR="005F4767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5F4767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