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C1A" w:rsidRDefault="00572C1A" w:rsidP="00EE7E11">
      <w:pPr>
        <w:numPr>
          <w:ilvl w:val="0"/>
          <w:numId w:val="0"/>
        </w:numPr>
      </w:pPr>
      <w:bookmarkStart w:id="0" w:name="_GoBack"/>
      <w:bookmarkEnd w:id="0"/>
      <w:r>
        <w:t>ash-Sharh  (The Soothing)</w:t>
      </w:r>
    </w:p>
    <w:p w:rsidR="00572C1A" w:rsidRDefault="00572C1A" w:rsidP="00EE7E11">
      <w:pPr>
        <w:numPr>
          <w:ilvl w:val="0"/>
          <w:numId w:val="0"/>
        </w:numPr>
      </w:pPr>
      <w:r>
        <w:t>In the name of Allah, the Gracious, the Merciful.</w:t>
      </w:r>
    </w:p>
    <w:p w:rsidR="00572C1A" w:rsidRDefault="00572C1A" w:rsidP="00572C1A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Did We not soothe your heart?</w:t>
      </w:r>
    </w:p>
    <w:p w:rsidR="00572C1A" w:rsidRDefault="00572C1A" w:rsidP="00572C1A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lift from you your burden.</w:t>
      </w:r>
    </w:p>
    <w:p w:rsidR="00572C1A" w:rsidRDefault="00572C1A" w:rsidP="00572C1A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Which weighed down your back?</w:t>
      </w:r>
    </w:p>
    <w:p w:rsidR="00572C1A" w:rsidRDefault="00572C1A" w:rsidP="00572C1A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raised for you your reputation?</w:t>
      </w:r>
    </w:p>
    <w:p w:rsidR="00572C1A" w:rsidRDefault="00572C1A" w:rsidP="00572C1A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With hardship comes ease.</w:t>
      </w:r>
    </w:p>
    <w:p w:rsidR="00572C1A" w:rsidRDefault="00572C1A" w:rsidP="00572C1A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With hardship comes ease.</w:t>
      </w:r>
    </w:p>
    <w:p w:rsidR="00572C1A" w:rsidRDefault="00572C1A" w:rsidP="00572C1A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When your work is done, turn to devotion.</w:t>
      </w:r>
    </w:p>
    <w:p w:rsidR="00572C1A" w:rsidRPr="00EE7E11" w:rsidRDefault="00572C1A" w:rsidP="00572C1A">
      <w:pPr>
        <w:numPr>
          <w:ilvl w:val="0"/>
          <w:numId w:val="0"/>
        </w:numPr>
      </w:pPr>
      <w:r w:rsidRPr="00EE7E11">
        <w:rPr>
          <w:sz w:val="16"/>
        </w:rPr>
        <w:t xml:space="preserve">8. </w:t>
      </w:r>
      <w:r>
        <w:t>And to your Lord turn for everything.</w:t>
      </w:r>
    </w:p>
    <w:sectPr w:rsidR="00572C1A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72C1A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