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C3D" w:rsidRDefault="00A66C3D" w:rsidP="00EE7E11">
      <w:pPr>
        <w:numPr>
          <w:ilvl w:val="0"/>
          <w:numId w:val="0"/>
        </w:numPr>
      </w:pPr>
      <w:bookmarkStart w:id="0" w:name="_GoBack"/>
      <w:bookmarkEnd w:id="0"/>
      <w:r>
        <w:t>al-Layl  (The Night)</w:t>
      </w:r>
    </w:p>
    <w:p w:rsidR="00A66C3D" w:rsidRDefault="00A66C3D" w:rsidP="00EE7E11">
      <w:pPr>
        <w:numPr>
          <w:ilvl w:val="0"/>
          <w:numId w:val="0"/>
        </w:numPr>
      </w:pPr>
      <w:r>
        <w:t>In the name of Allah, the Gracious, the Merciful.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night as it covers.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the day as it reveals.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He who created the male and the female.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Your endeavors are indeed diverse.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As for him who gives and is righteous.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confirms goodness.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We will ease his way towards ease.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But as for him who is stingy and complacent.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denies goodness.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We will ease his way towards difficulty.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And his money will not avail him when he plummets.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It is upon Us to guide.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And to Us belong the Last and the First.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I have warned you of a Fierce Blaze.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None will burn in it except the very wicked.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He who denies and turns away.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But the devout will avoid it.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He who gives his money to become pure.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Seeking no favor in return.</w:t>
      </w:r>
    </w:p>
    <w:p w:rsidR="00A66C3D" w:rsidRDefault="00A66C3D" w:rsidP="00A66C3D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Only seeking the acceptance of his Lord, the Most High.</w:t>
      </w:r>
    </w:p>
    <w:p w:rsidR="00A66C3D" w:rsidRPr="00EE7E11" w:rsidRDefault="00A66C3D" w:rsidP="00A66C3D">
      <w:pPr>
        <w:numPr>
          <w:ilvl w:val="0"/>
          <w:numId w:val="0"/>
        </w:numPr>
      </w:pPr>
      <w:r w:rsidRPr="00EE7E11">
        <w:rPr>
          <w:sz w:val="16"/>
        </w:rPr>
        <w:t xml:space="preserve">21. </w:t>
      </w:r>
      <w:r>
        <w:t>And he will be satisfied.</w:t>
      </w:r>
    </w:p>
    <w:sectPr w:rsidR="00A66C3D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66C3D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