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340" w:rsidRDefault="00382340" w:rsidP="00EE7E11">
      <w:pPr>
        <w:numPr>
          <w:ilvl w:val="0"/>
          <w:numId w:val="0"/>
        </w:numPr>
      </w:pPr>
      <w:bookmarkStart w:id="0" w:name="_GoBack"/>
      <w:bookmarkEnd w:id="0"/>
      <w:r>
        <w:t>al-Balad  (The Land)</w:t>
      </w:r>
    </w:p>
    <w:p w:rsidR="00382340" w:rsidRDefault="00382340" w:rsidP="00EE7E11">
      <w:pPr>
        <w:numPr>
          <w:ilvl w:val="0"/>
          <w:numId w:val="0"/>
        </w:numPr>
      </w:pPr>
      <w:r>
        <w:t>In the name of Allah, the Gracious, the Merciful.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I swear by this land.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you are a resident of this land.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by a father and what he fathered.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We created man in distress.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Does he think that no one has power over him?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He says, “I have used up so much money.”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Does he think that no one sees him?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Did We not give him two eyes?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a tongue, and two lips?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We showed him the two ways?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But he did not brave the ascent.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what will explain to you what the ascent is?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The freeing of a slave.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Or the feeding on a day of hunger.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An orphan near of kin.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Or a destitute in the dust.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Then he becomes of those who believe, and advise one another to patience, and advise one another to kindness.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These are the people of happiness.</w:t>
      </w:r>
    </w:p>
    <w:p w:rsidR="00382340" w:rsidRDefault="00382340" w:rsidP="00382340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But as for those who defy Our revelations—these are the people of misery.</w:t>
      </w:r>
    </w:p>
    <w:p w:rsidR="00382340" w:rsidRPr="00EE7E11" w:rsidRDefault="00382340" w:rsidP="00382340">
      <w:pPr>
        <w:numPr>
          <w:ilvl w:val="0"/>
          <w:numId w:val="0"/>
        </w:numPr>
      </w:pPr>
      <w:r w:rsidRPr="00EE7E11">
        <w:rPr>
          <w:sz w:val="16"/>
        </w:rPr>
        <w:t xml:space="preserve">20. </w:t>
      </w:r>
      <w:r>
        <w:t>Upon them is a padlocked Fire.</w:t>
      </w:r>
    </w:p>
    <w:sectPr w:rsidR="0038234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82340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