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E67" w:rsidRDefault="00785E67" w:rsidP="00EE7E11">
      <w:pPr>
        <w:numPr>
          <w:ilvl w:val="0"/>
          <w:numId w:val="0"/>
        </w:numPr>
      </w:pPr>
      <w:bookmarkStart w:id="0" w:name="_GoBack"/>
      <w:bookmarkEnd w:id="0"/>
      <w:r>
        <w:t>al-Fajr  (The Dawn)</w:t>
      </w:r>
    </w:p>
    <w:p w:rsidR="00785E67" w:rsidRDefault="00785E67" w:rsidP="00EE7E11">
      <w:pPr>
        <w:numPr>
          <w:ilvl w:val="0"/>
          <w:numId w:val="0"/>
        </w:numPr>
      </w:pPr>
      <w:r>
        <w:t>In the name of Allah, the Gracious, the Merciful.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By the daybreak.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And ten nights.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And the even and the odd.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And the night as it recedes.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Is there in this an oath for a rational person?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Have you not seen how your Lord dealt with Aad?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Erum of the pillars.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The like of which was never created in the land.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And Thamood—those who carved the rocks in the valley.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And Pharaoh of the Stakes.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Those who committed excesses in the lands.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And spread much corruption therein.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So your Lord poured down upon them a scourge of punishment.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Your Lord is on the lookout.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As for man, whenever his Lord tests him, and honors him, and prospers him, he says, “My Lord has honored me.”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But whenever He tests him, and restricts his livelihood for him, he says, “My Lord has insulted me.”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Not at all. But you do not honor the orphan.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And you do not urge the feeding of the poor.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And you devour inheritance with all greed.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And you love wealth with immense love.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No—when the earth is leveled, pounded, and crushed.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22. </w:t>
      </w:r>
      <w:r>
        <w:t>And your Lord comes, with the angels, row after row.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And on that Day, Hell is brought forward. On that Day, man will remember, but how will remembrance avail him?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lastRenderedPageBreak/>
        <w:t xml:space="preserve">24. </w:t>
      </w:r>
      <w:r>
        <w:t>He will say, “If only I had forwarded for my life.”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25. </w:t>
      </w:r>
      <w:r>
        <w:t>On that Day, none will punish as He punishes.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26. </w:t>
      </w:r>
      <w:r>
        <w:t>And none will shackle as He shackles.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But as for you, O tranquil soul.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28. </w:t>
      </w:r>
      <w:r>
        <w:t>Return to your Lord, pleased and accepted.</w:t>
      </w:r>
    </w:p>
    <w:p w:rsidR="00785E67" w:rsidRDefault="00785E67" w:rsidP="00785E67">
      <w:pPr>
        <w:numPr>
          <w:ilvl w:val="0"/>
          <w:numId w:val="0"/>
        </w:numPr>
      </w:pPr>
      <w:r>
        <w:rPr>
          <w:sz w:val="16"/>
        </w:rPr>
        <w:t xml:space="preserve">29. </w:t>
      </w:r>
      <w:r>
        <w:t>Enter among My servants.</w:t>
      </w:r>
    </w:p>
    <w:p w:rsidR="00785E67" w:rsidRPr="00EE7E11" w:rsidRDefault="00785E67" w:rsidP="00785E67">
      <w:pPr>
        <w:numPr>
          <w:ilvl w:val="0"/>
          <w:numId w:val="0"/>
        </w:numPr>
      </w:pPr>
      <w:r w:rsidRPr="00EE7E11">
        <w:rPr>
          <w:sz w:val="16"/>
        </w:rPr>
        <w:t xml:space="preserve">30. </w:t>
      </w:r>
      <w:r>
        <w:t>Enter My Paradise.</w:t>
      </w:r>
    </w:p>
    <w:sectPr w:rsidR="00785E67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785E67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2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