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314" w:rsidRDefault="00995314" w:rsidP="00EE7E11">
      <w:pPr>
        <w:numPr>
          <w:ilvl w:val="0"/>
          <w:numId w:val="0"/>
        </w:numPr>
      </w:pPr>
      <w:bookmarkStart w:id="0" w:name="_GoBack"/>
      <w:bookmarkEnd w:id="0"/>
      <w:r>
        <w:t>al-Ghashiyah  (The Overwhelming)</w:t>
      </w:r>
    </w:p>
    <w:p w:rsidR="00995314" w:rsidRDefault="00995314" w:rsidP="00EE7E11">
      <w:pPr>
        <w:numPr>
          <w:ilvl w:val="0"/>
          <w:numId w:val="0"/>
        </w:numPr>
      </w:pPr>
      <w:r>
        <w:t>In the name of Allah, the Gracious, the Merciful.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Has there come to you the news of the overwhelming?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Faces on that Day will be shamed.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Laboring and exhausted.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Roasting in a scorching Fire.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Given to drink from a flaming spring.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They will have no food except thorns.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That neither nourishes, nor satisfies hunger.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Faces on that Day will be joyful.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Satisfied with their endeavor.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In a lofty Garden.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In it you will hear no nonsense.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In it is a flowing spring.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In it are raised beds.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cups set in place.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And cushions set in rows.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And carpets spread around.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Do they not look at the camels—how they are created?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And at the sky—how it is raised?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And at the mountains—how they are installed?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And at the earth—how it is spread out?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So remind. You are only a reminder.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You have no control over them.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But whoever turns away and disbelieves.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Allah will punish him with the greatest punishment.</w:t>
      </w:r>
    </w:p>
    <w:p w:rsidR="00995314" w:rsidRDefault="00995314" w:rsidP="00995314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To Us is their return.</w:t>
      </w:r>
    </w:p>
    <w:p w:rsidR="00995314" w:rsidRPr="00EE7E11" w:rsidRDefault="00995314" w:rsidP="00995314">
      <w:pPr>
        <w:numPr>
          <w:ilvl w:val="0"/>
          <w:numId w:val="0"/>
        </w:numPr>
      </w:pPr>
      <w:r w:rsidRPr="00EE7E11">
        <w:rPr>
          <w:sz w:val="16"/>
        </w:rPr>
        <w:lastRenderedPageBreak/>
        <w:t xml:space="preserve">26. </w:t>
      </w:r>
      <w:r>
        <w:t>Then upon Us rests their reckoning.</w:t>
      </w:r>
    </w:p>
    <w:sectPr w:rsidR="00995314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995314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