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2FF" w:rsidRDefault="005962FF" w:rsidP="00EE7E11">
      <w:pPr>
        <w:numPr>
          <w:ilvl w:val="0"/>
          <w:numId w:val="0"/>
        </w:numPr>
      </w:pPr>
      <w:bookmarkStart w:id="0" w:name="_GoBack"/>
      <w:bookmarkEnd w:id="0"/>
      <w:r>
        <w:t>al-A'la  (The Most High)</w:t>
      </w:r>
    </w:p>
    <w:p w:rsidR="005962FF" w:rsidRDefault="005962FF" w:rsidP="00EE7E11">
      <w:pPr>
        <w:numPr>
          <w:ilvl w:val="0"/>
          <w:numId w:val="0"/>
        </w:numPr>
      </w:pPr>
      <w:r>
        <w:t>In the name of Allah, the Gracious, the Merciful.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Praise the Name of your Lord, the Most High.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He who creates and regulates.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He who measures and guides.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He who produces the pasture.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 xml:space="preserve">And then turns it into light debris. 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 xml:space="preserve">We will make you read, so do not forget. 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Except what Allah wills. He knows what is declared, and what is hidden.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We will ease you into the Easy Way.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So remind, if reminding helps.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The reverent will remember.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But the wretched will avoid it.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He who will enter the Gigantic Fire.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Where he will neither die, nor live.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Successful is he who purifies himself.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And mentions the name of his Lord, and prays.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But you prefer the present life.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Though the Hereafter is better, and more lasting.</w:t>
      </w:r>
    </w:p>
    <w:p w:rsidR="005962FF" w:rsidRDefault="005962FF" w:rsidP="005962FF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This is in the former scriptures.</w:t>
      </w:r>
    </w:p>
    <w:p w:rsidR="005962FF" w:rsidRPr="00EE7E11" w:rsidRDefault="005962FF" w:rsidP="005962FF">
      <w:pPr>
        <w:numPr>
          <w:ilvl w:val="0"/>
          <w:numId w:val="0"/>
        </w:numPr>
      </w:pPr>
      <w:r w:rsidRPr="00EE7E11">
        <w:rPr>
          <w:sz w:val="16"/>
        </w:rPr>
        <w:t xml:space="preserve">19. </w:t>
      </w:r>
      <w:r>
        <w:t>The Scriptures of Abraham and Moses.</w:t>
      </w:r>
    </w:p>
    <w:sectPr w:rsidR="005962FF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962FF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