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334" w:rsidRDefault="00580334" w:rsidP="00EE7E11">
      <w:pPr>
        <w:numPr>
          <w:ilvl w:val="0"/>
          <w:numId w:val="0"/>
        </w:numPr>
      </w:pPr>
      <w:bookmarkStart w:id="0" w:name="_GoBack"/>
      <w:bookmarkEnd w:id="0"/>
      <w:r>
        <w:t>an-Nazi'at  (The Snatchers)</w:t>
      </w:r>
    </w:p>
    <w:p w:rsidR="00580334" w:rsidRDefault="00580334" w:rsidP="00EE7E11">
      <w:pPr>
        <w:numPr>
          <w:ilvl w:val="0"/>
          <w:numId w:val="0"/>
        </w:numPr>
      </w:pPr>
      <w:r>
        <w:t>In the name of Allah, the Gracious, the Merciful.</w:t>
      </w:r>
    </w:p>
    <w:p w:rsidR="00580334" w:rsidRDefault="00580334" w:rsidP="00580334">
      <w:pPr>
        <w:numPr>
          <w:ilvl w:val="0"/>
          <w:numId w:val="0"/>
        </w:numPr>
      </w:pPr>
      <w:r>
        <w:rPr>
          <w:sz w:val="16"/>
        </w:rPr>
        <w:t xml:space="preserve">1. </w:t>
      </w:r>
      <w:r>
        <w:t>By those who snatch violently.</w:t>
      </w:r>
    </w:p>
    <w:p w:rsidR="00580334" w:rsidRDefault="00580334" w:rsidP="00580334">
      <w:pPr>
        <w:numPr>
          <w:ilvl w:val="0"/>
          <w:numId w:val="0"/>
        </w:numPr>
      </w:pPr>
      <w:r>
        <w:rPr>
          <w:sz w:val="16"/>
        </w:rPr>
        <w:t xml:space="preserve">2. </w:t>
      </w:r>
      <w:r>
        <w:t>And those who remove gently.</w:t>
      </w:r>
    </w:p>
    <w:p w:rsidR="00580334" w:rsidRDefault="00580334" w:rsidP="00580334">
      <w:pPr>
        <w:numPr>
          <w:ilvl w:val="0"/>
          <w:numId w:val="0"/>
        </w:numPr>
      </w:pPr>
      <w:r>
        <w:rPr>
          <w:sz w:val="16"/>
        </w:rPr>
        <w:t xml:space="preserve">3. </w:t>
      </w:r>
      <w:r>
        <w:t>And those who glide smoothly.</w:t>
      </w:r>
    </w:p>
    <w:p w:rsidR="00580334" w:rsidRDefault="00580334" w:rsidP="00580334">
      <w:pPr>
        <w:numPr>
          <w:ilvl w:val="0"/>
          <w:numId w:val="0"/>
        </w:numPr>
      </w:pPr>
      <w:r>
        <w:rPr>
          <w:sz w:val="16"/>
        </w:rPr>
        <w:t xml:space="preserve">4. </w:t>
      </w:r>
      <w:r>
        <w:t>And those who race swiftly.</w:t>
      </w:r>
    </w:p>
    <w:p w:rsidR="00580334" w:rsidRDefault="00580334" w:rsidP="00580334">
      <w:pPr>
        <w:numPr>
          <w:ilvl w:val="0"/>
          <w:numId w:val="0"/>
        </w:numPr>
      </w:pPr>
      <w:r>
        <w:rPr>
          <w:sz w:val="16"/>
        </w:rPr>
        <w:t xml:space="preserve">5. </w:t>
      </w:r>
      <w:r>
        <w:t>And those who regulate events.</w:t>
      </w:r>
    </w:p>
    <w:p w:rsidR="00580334" w:rsidRDefault="00580334" w:rsidP="00580334">
      <w:pPr>
        <w:numPr>
          <w:ilvl w:val="0"/>
          <w:numId w:val="0"/>
        </w:numPr>
      </w:pPr>
      <w:r>
        <w:rPr>
          <w:sz w:val="16"/>
        </w:rPr>
        <w:t xml:space="preserve">6. </w:t>
      </w:r>
      <w:r>
        <w:t>On the Day when the Quake quakes.</w:t>
      </w:r>
    </w:p>
    <w:p w:rsidR="00580334" w:rsidRDefault="00580334" w:rsidP="00580334">
      <w:pPr>
        <w:numPr>
          <w:ilvl w:val="0"/>
          <w:numId w:val="0"/>
        </w:numPr>
      </w:pPr>
      <w:r>
        <w:rPr>
          <w:sz w:val="16"/>
        </w:rPr>
        <w:t xml:space="preserve">7. </w:t>
      </w:r>
      <w:r>
        <w:t>And is followed by the Successor.</w:t>
      </w:r>
    </w:p>
    <w:p w:rsidR="00580334" w:rsidRDefault="00580334" w:rsidP="00580334">
      <w:pPr>
        <w:numPr>
          <w:ilvl w:val="0"/>
          <w:numId w:val="0"/>
        </w:numPr>
      </w:pPr>
      <w:r>
        <w:rPr>
          <w:sz w:val="16"/>
        </w:rPr>
        <w:t xml:space="preserve">8. </w:t>
      </w:r>
      <w:r>
        <w:t>Hearts on that Day will be pounding.</w:t>
      </w:r>
    </w:p>
    <w:p w:rsidR="00580334" w:rsidRDefault="00580334" w:rsidP="00580334">
      <w:pPr>
        <w:numPr>
          <w:ilvl w:val="0"/>
          <w:numId w:val="0"/>
        </w:numPr>
      </w:pPr>
      <w:r>
        <w:rPr>
          <w:sz w:val="16"/>
        </w:rPr>
        <w:t xml:space="preserve">9. </w:t>
      </w:r>
      <w:r>
        <w:t>Their sights downcast.</w:t>
      </w:r>
    </w:p>
    <w:p w:rsidR="00580334" w:rsidRDefault="00580334" w:rsidP="00580334">
      <w:pPr>
        <w:numPr>
          <w:ilvl w:val="0"/>
          <w:numId w:val="0"/>
        </w:numPr>
      </w:pPr>
      <w:r>
        <w:rPr>
          <w:sz w:val="16"/>
        </w:rPr>
        <w:t xml:space="preserve">10. </w:t>
      </w:r>
      <w:r>
        <w:t>They say, “Are we to be restored to the original condition?</w:t>
      </w:r>
    </w:p>
    <w:p w:rsidR="00580334" w:rsidRDefault="00580334" w:rsidP="00580334">
      <w:pPr>
        <w:numPr>
          <w:ilvl w:val="0"/>
          <w:numId w:val="0"/>
        </w:numPr>
      </w:pPr>
      <w:r>
        <w:rPr>
          <w:sz w:val="16"/>
        </w:rPr>
        <w:t xml:space="preserve">11. </w:t>
      </w:r>
      <w:r>
        <w:t>When we have become hollow bones?”</w:t>
      </w:r>
    </w:p>
    <w:p w:rsidR="00580334" w:rsidRDefault="00580334" w:rsidP="00580334">
      <w:pPr>
        <w:numPr>
          <w:ilvl w:val="0"/>
          <w:numId w:val="0"/>
        </w:numPr>
      </w:pPr>
      <w:r>
        <w:rPr>
          <w:sz w:val="16"/>
        </w:rPr>
        <w:t xml:space="preserve">12. </w:t>
      </w:r>
      <w:r>
        <w:t>They say, “This is a losing proposition.”</w:t>
      </w:r>
    </w:p>
    <w:p w:rsidR="00580334" w:rsidRDefault="00580334" w:rsidP="00580334">
      <w:pPr>
        <w:numPr>
          <w:ilvl w:val="0"/>
          <w:numId w:val="0"/>
        </w:numPr>
      </w:pPr>
      <w:r>
        <w:rPr>
          <w:sz w:val="16"/>
        </w:rPr>
        <w:t xml:space="preserve">13. </w:t>
      </w:r>
      <w:r>
        <w:t>But it will be only a single nudge.</w:t>
      </w:r>
    </w:p>
    <w:p w:rsidR="00580334" w:rsidRDefault="00580334" w:rsidP="00580334">
      <w:pPr>
        <w:numPr>
          <w:ilvl w:val="0"/>
          <w:numId w:val="0"/>
        </w:numPr>
      </w:pPr>
      <w:r>
        <w:rPr>
          <w:sz w:val="16"/>
        </w:rPr>
        <w:t xml:space="preserve">14. </w:t>
      </w:r>
      <w:r>
        <w:t>And they will be awake.</w:t>
      </w:r>
    </w:p>
    <w:p w:rsidR="00580334" w:rsidRDefault="00580334" w:rsidP="00580334">
      <w:pPr>
        <w:numPr>
          <w:ilvl w:val="0"/>
          <w:numId w:val="0"/>
        </w:numPr>
      </w:pPr>
      <w:r>
        <w:rPr>
          <w:sz w:val="16"/>
        </w:rPr>
        <w:t xml:space="preserve">15. </w:t>
      </w:r>
      <w:r>
        <w:t xml:space="preserve">Has the story of Moses reached you? </w:t>
      </w:r>
    </w:p>
    <w:p w:rsidR="00580334" w:rsidRDefault="00580334" w:rsidP="00580334">
      <w:pPr>
        <w:numPr>
          <w:ilvl w:val="0"/>
          <w:numId w:val="0"/>
        </w:numPr>
      </w:pPr>
      <w:r>
        <w:rPr>
          <w:sz w:val="16"/>
        </w:rPr>
        <w:t xml:space="preserve">16. </w:t>
      </w:r>
      <w:r>
        <w:t>When His Lord called out to him in the sacred valley of Tuwa.</w:t>
      </w:r>
    </w:p>
    <w:p w:rsidR="00580334" w:rsidRDefault="00580334" w:rsidP="00580334">
      <w:pPr>
        <w:numPr>
          <w:ilvl w:val="0"/>
          <w:numId w:val="0"/>
        </w:numPr>
      </w:pPr>
      <w:r>
        <w:rPr>
          <w:sz w:val="16"/>
        </w:rPr>
        <w:t xml:space="preserve">17. </w:t>
      </w:r>
      <w:r>
        <w:t>“Go to Pharaoh—he has transgressed.”</w:t>
      </w:r>
    </w:p>
    <w:p w:rsidR="00580334" w:rsidRDefault="00580334" w:rsidP="00580334">
      <w:pPr>
        <w:numPr>
          <w:ilvl w:val="0"/>
          <w:numId w:val="0"/>
        </w:numPr>
      </w:pPr>
      <w:r>
        <w:rPr>
          <w:sz w:val="16"/>
        </w:rPr>
        <w:t xml:space="preserve">18. </w:t>
      </w:r>
      <w:r>
        <w:t>And say, “Do you care to be cleansed?</w:t>
      </w:r>
    </w:p>
    <w:p w:rsidR="00580334" w:rsidRDefault="00580334" w:rsidP="00580334">
      <w:pPr>
        <w:numPr>
          <w:ilvl w:val="0"/>
          <w:numId w:val="0"/>
        </w:numPr>
      </w:pPr>
      <w:r>
        <w:rPr>
          <w:sz w:val="16"/>
        </w:rPr>
        <w:t xml:space="preserve">19. </w:t>
      </w:r>
      <w:r>
        <w:t>And I will guide you to your Lord, and you will turn reverent.”</w:t>
      </w:r>
    </w:p>
    <w:p w:rsidR="00580334" w:rsidRDefault="00580334" w:rsidP="00580334">
      <w:pPr>
        <w:numPr>
          <w:ilvl w:val="0"/>
          <w:numId w:val="0"/>
        </w:numPr>
      </w:pPr>
      <w:r>
        <w:rPr>
          <w:sz w:val="16"/>
        </w:rPr>
        <w:t xml:space="preserve">20. </w:t>
      </w:r>
      <w:r>
        <w:t>He showed him the Greatest Miracle.</w:t>
      </w:r>
    </w:p>
    <w:p w:rsidR="00580334" w:rsidRDefault="00580334" w:rsidP="00580334">
      <w:pPr>
        <w:numPr>
          <w:ilvl w:val="0"/>
          <w:numId w:val="0"/>
        </w:numPr>
      </w:pPr>
      <w:r>
        <w:rPr>
          <w:sz w:val="16"/>
        </w:rPr>
        <w:t xml:space="preserve">21. </w:t>
      </w:r>
      <w:r>
        <w:t>But he denied and defied.</w:t>
      </w:r>
    </w:p>
    <w:p w:rsidR="00580334" w:rsidRDefault="00580334" w:rsidP="00580334">
      <w:pPr>
        <w:numPr>
          <w:ilvl w:val="0"/>
          <w:numId w:val="0"/>
        </w:numPr>
      </w:pPr>
      <w:r>
        <w:rPr>
          <w:sz w:val="16"/>
        </w:rPr>
        <w:t xml:space="preserve">22. </w:t>
      </w:r>
      <w:r>
        <w:t>Then turned his back, and tried.</w:t>
      </w:r>
    </w:p>
    <w:p w:rsidR="00580334" w:rsidRDefault="00580334" w:rsidP="00580334">
      <w:pPr>
        <w:numPr>
          <w:ilvl w:val="0"/>
          <w:numId w:val="0"/>
        </w:numPr>
      </w:pPr>
      <w:r>
        <w:rPr>
          <w:sz w:val="16"/>
        </w:rPr>
        <w:t xml:space="preserve">23. </w:t>
      </w:r>
      <w:r>
        <w:t>And gathered and proclaimed.</w:t>
      </w:r>
    </w:p>
    <w:p w:rsidR="00580334" w:rsidRDefault="00580334" w:rsidP="00580334">
      <w:pPr>
        <w:numPr>
          <w:ilvl w:val="0"/>
          <w:numId w:val="0"/>
        </w:numPr>
      </w:pPr>
      <w:r>
        <w:rPr>
          <w:sz w:val="16"/>
        </w:rPr>
        <w:t xml:space="preserve">24. </w:t>
      </w:r>
      <w:r>
        <w:t>He said, “I am your Lord, the most high.”</w:t>
      </w:r>
    </w:p>
    <w:p w:rsidR="00580334" w:rsidRDefault="00580334" w:rsidP="00580334">
      <w:pPr>
        <w:numPr>
          <w:ilvl w:val="0"/>
          <w:numId w:val="0"/>
        </w:numPr>
      </w:pPr>
      <w:r>
        <w:rPr>
          <w:sz w:val="16"/>
        </w:rPr>
        <w:t xml:space="preserve">25. </w:t>
      </w:r>
      <w:r>
        <w:t>So Allah seized him with an exemplary punishment, in the last and in the first.</w:t>
      </w:r>
    </w:p>
    <w:p w:rsidR="00580334" w:rsidRDefault="00580334" w:rsidP="00580334">
      <w:pPr>
        <w:numPr>
          <w:ilvl w:val="0"/>
          <w:numId w:val="0"/>
        </w:numPr>
      </w:pPr>
      <w:r>
        <w:rPr>
          <w:sz w:val="16"/>
        </w:rPr>
        <w:lastRenderedPageBreak/>
        <w:t xml:space="preserve">26. </w:t>
      </w:r>
      <w:r>
        <w:t>In this is a lesson for whoever fears.</w:t>
      </w:r>
    </w:p>
    <w:p w:rsidR="00580334" w:rsidRDefault="00580334" w:rsidP="00580334">
      <w:pPr>
        <w:numPr>
          <w:ilvl w:val="0"/>
          <w:numId w:val="0"/>
        </w:numPr>
      </w:pPr>
      <w:r>
        <w:rPr>
          <w:sz w:val="16"/>
        </w:rPr>
        <w:t xml:space="preserve">27. </w:t>
      </w:r>
      <w:r>
        <w:t>Are you more difficult to create, or the heaven? He constructed it.</w:t>
      </w:r>
    </w:p>
    <w:p w:rsidR="00580334" w:rsidRDefault="00580334" w:rsidP="00580334">
      <w:pPr>
        <w:numPr>
          <w:ilvl w:val="0"/>
          <w:numId w:val="0"/>
        </w:numPr>
      </w:pPr>
      <w:r>
        <w:rPr>
          <w:sz w:val="16"/>
        </w:rPr>
        <w:t xml:space="preserve">28. </w:t>
      </w:r>
      <w:r>
        <w:t>He raised its masses, and proportioned it.</w:t>
      </w:r>
    </w:p>
    <w:p w:rsidR="00580334" w:rsidRDefault="00580334" w:rsidP="00580334">
      <w:pPr>
        <w:numPr>
          <w:ilvl w:val="0"/>
          <w:numId w:val="0"/>
        </w:numPr>
      </w:pPr>
      <w:r>
        <w:rPr>
          <w:sz w:val="16"/>
        </w:rPr>
        <w:t xml:space="preserve">29. </w:t>
      </w:r>
      <w:r>
        <w:t>And He dimmed its night, and brought out its daylight.</w:t>
      </w:r>
    </w:p>
    <w:p w:rsidR="00580334" w:rsidRDefault="00580334" w:rsidP="00580334">
      <w:pPr>
        <w:numPr>
          <w:ilvl w:val="0"/>
          <w:numId w:val="0"/>
        </w:numPr>
      </w:pPr>
      <w:r>
        <w:rPr>
          <w:sz w:val="16"/>
        </w:rPr>
        <w:t xml:space="preserve">30. </w:t>
      </w:r>
      <w:r>
        <w:t>And the earth after that He spread.</w:t>
      </w:r>
    </w:p>
    <w:p w:rsidR="00580334" w:rsidRDefault="00580334" w:rsidP="00580334">
      <w:pPr>
        <w:numPr>
          <w:ilvl w:val="0"/>
          <w:numId w:val="0"/>
        </w:numPr>
      </w:pPr>
      <w:r>
        <w:rPr>
          <w:sz w:val="16"/>
        </w:rPr>
        <w:t xml:space="preserve">31. </w:t>
      </w:r>
      <w:r>
        <w:t>And from it, He produced its water and its pasture.</w:t>
      </w:r>
    </w:p>
    <w:p w:rsidR="00580334" w:rsidRDefault="00580334" w:rsidP="00580334">
      <w:pPr>
        <w:numPr>
          <w:ilvl w:val="0"/>
          <w:numId w:val="0"/>
        </w:numPr>
      </w:pPr>
      <w:r>
        <w:rPr>
          <w:sz w:val="16"/>
        </w:rPr>
        <w:t xml:space="preserve">32. </w:t>
      </w:r>
      <w:r>
        <w:t>And the mountains, He anchored.</w:t>
      </w:r>
    </w:p>
    <w:p w:rsidR="00580334" w:rsidRDefault="00580334" w:rsidP="00580334">
      <w:pPr>
        <w:numPr>
          <w:ilvl w:val="0"/>
          <w:numId w:val="0"/>
        </w:numPr>
      </w:pPr>
      <w:r>
        <w:rPr>
          <w:sz w:val="16"/>
        </w:rPr>
        <w:t xml:space="preserve">33. </w:t>
      </w:r>
      <w:r>
        <w:t>A source of enjoyment for you and for your animals.</w:t>
      </w:r>
    </w:p>
    <w:p w:rsidR="00580334" w:rsidRDefault="00580334" w:rsidP="00580334">
      <w:pPr>
        <w:numPr>
          <w:ilvl w:val="0"/>
          <w:numId w:val="0"/>
        </w:numPr>
      </w:pPr>
      <w:r>
        <w:rPr>
          <w:sz w:val="16"/>
        </w:rPr>
        <w:t xml:space="preserve">34. </w:t>
      </w:r>
      <w:r>
        <w:t>But when the Great Cataclysm arrives.</w:t>
      </w:r>
    </w:p>
    <w:p w:rsidR="00580334" w:rsidRDefault="00580334" w:rsidP="00580334">
      <w:pPr>
        <w:numPr>
          <w:ilvl w:val="0"/>
          <w:numId w:val="0"/>
        </w:numPr>
      </w:pPr>
      <w:r>
        <w:rPr>
          <w:sz w:val="16"/>
        </w:rPr>
        <w:t xml:space="preserve">35. </w:t>
      </w:r>
      <w:r>
        <w:t>A Day when man will remember what he has endeavored.</w:t>
      </w:r>
    </w:p>
    <w:p w:rsidR="00580334" w:rsidRDefault="00580334" w:rsidP="00580334">
      <w:pPr>
        <w:numPr>
          <w:ilvl w:val="0"/>
          <w:numId w:val="0"/>
        </w:numPr>
      </w:pPr>
      <w:r>
        <w:rPr>
          <w:sz w:val="16"/>
        </w:rPr>
        <w:t xml:space="preserve">36. </w:t>
      </w:r>
      <w:r>
        <w:t>And Hell will be displayed to whoever sees.</w:t>
      </w:r>
    </w:p>
    <w:p w:rsidR="00580334" w:rsidRDefault="00580334" w:rsidP="00580334">
      <w:pPr>
        <w:numPr>
          <w:ilvl w:val="0"/>
          <w:numId w:val="0"/>
        </w:numPr>
      </w:pPr>
      <w:r>
        <w:rPr>
          <w:sz w:val="16"/>
        </w:rPr>
        <w:t xml:space="preserve">37. </w:t>
      </w:r>
      <w:r>
        <w:t>As for him who was defiant.</w:t>
      </w:r>
    </w:p>
    <w:p w:rsidR="00580334" w:rsidRDefault="00580334" w:rsidP="00580334">
      <w:pPr>
        <w:numPr>
          <w:ilvl w:val="0"/>
          <w:numId w:val="0"/>
        </w:numPr>
      </w:pPr>
      <w:r>
        <w:rPr>
          <w:sz w:val="16"/>
        </w:rPr>
        <w:t xml:space="preserve">38. </w:t>
      </w:r>
      <w:r>
        <w:t>And preferred the life of this world.</w:t>
      </w:r>
    </w:p>
    <w:p w:rsidR="00580334" w:rsidRDefault="00580334" w:rsidP="00580334">
      <w:pPr>
        <w:numPr>
          <w:ilvl w:val="0"/>
          <w:numId w:val="0"/>
        </w:numPr>
      </w:pPr>
      <w:r>
        <w:rPr>
          <w:sz w:val="16"/>
        </w:rPr>
        <w:t xml:space="preserve">39. </w:t>
      </w:r>
      <w:r>
        <w:t>Then Hell is the shelter.</w:t>
      </w:r>
    </w:p>
    <w:p w:rsidR="00580334" w:rsidRDefault="00580334" w:rsidP="00580334">
      <w:pPr>
        <w:numPr>
          <w:ilvl w:val="0"/>
          <w:numId w:val="0"/>
        </w:numPr>
      </w:pPr>
      <w:r>
        <w:rPr>
          <w:sz w:val="16"/>
        </w:rPr>
        <w:t xml:space="preserve">40. </w:t>
      </w:r>
      <w:r>
        <w:t>But as for him who feared the Standing of his Lord, and restrained the self from desires.</w:t>
      </w:r>
    </w:p>
    <w:p w:rsidR="00580334" w:rsidRDefault="00580334" w:rsidP="00580334">
      <w:pPr>
        <w:numPr>
          <w:ilvl w:val="0"/>
          <w:numId w:val="0"/>
        </w:numPr>
      </w:pPr>
      <w:r>
        <w:rPr>
          <w:sz w:val="16"/>
        </w:rPr>
        <w:t xml:space="preserve">41. </w:t>
      </w:r>
      <w:r>
        <w:t>Then Paradise is the shelter.</w:t>
      </w:r>
    </w:p>
    <w:p w:rsidR="00580334" w:rsidRDefault="00580334" w:rsidP="00580334">
      <w:pPr>
        <w:numPr>
          <w:ilvl w:val="0"/>
          <w:numId w:val="0"/>
        </w:numPr>
      </w:pPr>
      <w:r>
        <w:rPr>
          <w:sz w:val="16"/>
        </w:rPr>
        <w:t xml:space="preserve">42. </w:t>
      </w:r>
      <w:r>
        <w:t>They ask you about the Hour, “When will it take place?”</w:t>
      </w:r>
    </w:p>
    <w:p w:rsidR="00580334" w:rsidRDefault="00580334" w:rsidP="00580334">
      <w:pPr>
        <w:numPr>
          <w:ilvl w:val="0"/>
          <w:numId w:val="0"/>
        </w:numPr>
      </w:pPr>
      <w:r>
        <w:rPr>
          <w:sz w:val="16"/>
        </w:rPr>
        <w:t xml:space="preserve">43. </w:t>
      </w:r>
      <w:r>
        <w:t>You have no knowledge of it.</w:t>
      </w:r>
    </w:p>
    <w:p w:rsidR="00580334" w:rsidRDefault="00580334" w:rsidP="00580334">
      <w:pPr>
        <w:numPr>
          <w:ilvl w:val="0"/>
          <w:numId w:val="0"/>
        </w:numPr>
      </w:pPr>
      <w:r>
        <w:rPr>
          <w:sz w:val="16"/>
        </w:rPr>
        <w:t xml:space="preserve">44. </w:t>
      </w:r>
      <w:r>
        <w:t>To your Lord is its finality.</w:t>
      </w:r>
    </w:p>
    <w:p w:rsidR="00580334" w:rsidRDefault="00580334" w:rsidP="00580334">
      <w:pPr>
        <w:numPr>
          <w:ilvl w:val="0"/>
          <w:numId w:val="0"/>
        </w:numPr>
      </w:pPr>
      <w:r>
        <w:rPr>
          <w:sz w:val="16"/>
        </w:rPr>
        <w:t xml:space="preserve">45. </w:t>
      </w:r>
      <w:r>
        <w:t>You are just a warner for whoever dreads it.</w:t>
      </w:r>
    </w:p>
    <w:p w:rsidR="00580334" w:rsidRPr="00EE7E11" w:rsidRDefault="00580334" w:rsidP="00580334">
      <w:pPr>
        <w:numPr>
          <w:ilvl w:val="0"/>
          <w:numId w:val="0"/>
        </w:numPr>
      </w:pPr>
      <w:r w:rsidRPr="00EE7E11">
        <w:rPr>
          <w:sz w:val="16"/>
        </w:rPr>
        <w:t xml:space="preserve">46. </w:t>
      </w:r>
      <w:r>
        <w:t>On the Day when they witness it—as though they only stayed an evening, or its morning.</w:t>
      </w:r>
    </w:p>
    <w:sectPr w:rsidR="00580334" w:rsidRPr="00EE7E11" w:rsidSect="002F6AA3">
      <w:pgSz w:w="12240" w:h="15840"/>
      <w:pgMar w:top="1080" w:right="2520" w:bottom="108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70B"/>
    <w:rsid w:val="0024267C"/>
    <w:rsid w:val="002F6AA3"/>
    <w:rsid w:val="00392DA1"/>
    <w:rsid w:val="004F46AB"/>
    <w:rsid w:val="0050757D"/>
    <w:rsid w:val="00580334"/>
    <w:rsid w:val="00594119"/>
    <w:rsid w:val="005D35C4"/>
    <w:rsid w:val="0066212F"/>
    <w:rsid w:val="00755F31"/>
    <w:rsid w:val="00A6637C"/>
    <w:rsid w:val="00A74EDB"/>
    <w:rsid w:val="00A879FD"/>
    <w:rsid w:val="00B671D7"/>
    <w:rsid w:val="00C029BA"/>
    <w:rsid w:val="00C26D04"/>
    <w:rsid w:val="00CD4980"/>
    <w:rsid w:val="00EE7E11"/>
    <w:rsid w:val="00EF070B"/>
    <w:rsid w:val="00F32C20"/>
    <w:rsid w:val="00F77479"/>
    <w:rsid w:val="00FC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2ADB51-DA6E-4974-A174-E30762B19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32C20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6AA3"/>
    <w:pPr>
      <w:ind w:left="720"/>
      <w:contextualSpacing/>
    </w:pPr>
  </w:style>
  <w:style w:type="paragraph" w:styleId="NoSpacing">
    <w:name w:val="No Spacing"/>
    <w:uiPriority w:val="1"/>
    <w:qFormat/>
    <w:rsid w:val="00FC64BE"/>
    <w:pPr>
      <w:numPr>
        <w:numId w:val="2"/>
      </w:num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6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D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_Allah\Doc%20Files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Template1.dotm</Template>
  <TotalTime>0</TotalTime>
  <Pages>2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Talal</dc:creator>
  <cp:lastModifiedBy>titani@airmail.net</cp:lastModifiedBy>
  <cp:revision>2</cp:revision>
  <dcterms:created xsi:type="dcterms:W3CDTF">2016-07-09T16:58:00Z</dcterms:created>
  <dcterms:modified xsi:type="dcterms:W3CDTF">2016-07-09T16:58:00Z</dcterms:modified>
</cp:coreProperties>
</file>