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420B" w:rsidRDefault="001A420B" w:rsidP="00EE7E11">
      <w:pPr>
        <w:numPr>
          <w:ilvl w:val="0"/>
          <w:numId w:val="0"/>
        </w:numPr>
      </w:pPr>
      <w:bookmarkStart w:id="0" w:name="_GoBack"/>
      <w:bookmarkEnd w:id="0"/>
      <w:r>
        <w:t>an-Naba'  (The Event)</w:t>
      </w:r>
    </w:p>
    <w:p w:rsidR="001A420B" w:rsidRDefault="001A420B" w:rsidP="00EE7E11">
      <w:pPr>
        <w:numPr>
          <w:ilvl w:val="0"/>
          <w:numId w:val="0"/>
        </w:numPr>
      </w:pPr>
      <w:r>
        <w:t>In the name of Allah, the Gracious, the Merciful.</w:t>
      </w:r>
    </w:p>
    <w:p w:rsidR="001A420B" w:rsidRDefault="001A420B" w:rsidP="001A420B">
      <w:pPr>
        <w:numPr>
          <w:ilvl w:val="0"/>
          <w:numId w:val="0"/>
        </w:numPr>
      </w:pPr>
      <w:r>
        <w:rPr>
          <w:sz w:val="16"/>
        </w:rPr>
        <w:t xml:space="preserve">1. </w:t>
      </w:r>
      <w:r>
        <w:t>What are they asking one another about?</w:t>
      </w:r>
    </w:p>
    <w:p w:rsidR="001A420B" w:rsidRDefault="001A420B" w:rsidP="001A420B">
      <w:pPr>
        <w:numPr>
          <w:ilvl w:val="0"/>
          <w:numId w:val="0"/>
        </w:numPr>
      </w:pPr>
      <w:r>
        <w:rPr>
          <w:sz w:val="16"/>
        </w:rPr>
        <w:t xml:space="preserve">2. </w:t>
      </w:r>
      <w:r>
        <w:t>About the Great Event.</w:t>
      </w:r>
    </w:p>
    <w:p w:rsidR="001A420B" w:rsidRDefault="001A420B" w:rsidP="001A420B">
      <w:pPr>
        <w:numPr>
          <w:ilvl w:val="0"/>
          <w:numId w:val="0"/>
        </w:numPr>
      </w:pPr>
      <w:r>
        <w:rPr>
          <w:sz w:val="16"/>
        </w:rPr>
        <w:t xml:space="preserve">3. </w:t>
      </w:r>
      <w:r>
        <w:t>About which they disagree.</w:t>
      </w:r>
    </w:p>
    <w:p w:rsidR="001A420B" w:rsidRDefault="001A420B" w:rsidP="001A420B">
      <w:pPr>
        <w:numPr>
          <w:ilvl w:val="0"/>
          <w:numId w:val="0"/>
        </w:numPr>
      </w:pPr>
      <w:r>
        <w:rPr>
          <w:sz w:val="16"/>
        </w:rPr>
        <w:t xml:space="preserve">4. </w:t>
      </w:r>
      <w:r>
        <w:t>Surely, they will find out.</w:t>
      </w:r>
    </w:p>
    <w:p w:rsidR="001A420B" w:rsidRDefault="001A420B" w:rsidP="001A420B">
      <w:pPr>
        <w:numPr>
          <w:ilvl w:val="0"/>
          <w:numId w:val="0"/>
        </w:numPr>
      </w:pPr>
      <w:r>
        <w:rPr>
          <w:sz w:val="16"/>
        </w:rPr>
        <w:t xml:space="preserve">5. </w:t>
      </w:r>
      <w:r>
        <w:t>Most certainly, they will find out.</w:t>
      </w:r>
    </w:p>
    <w:p w:rsidR="001A420B" w:rsidRDefault="001A420B" w:rsidP="001A420B">
      <w:pPr>
        <w:numPr>
          <w:ilvl w:val="0"/>
          <w:numId w:val="0"/>
        </w:numPr>
      </w:pPr>
      <w:r>
        <w:rPr>
          <w:sz w:val="16"/>
        </w:rPr>
        <w:t xml:space="preserve">6. </w:t>
      </w:r>
      <w:r>
        <w:t>Did We not make the earth a cradle?</w:t>
      </w:r>
    </w:p>
    <w:p w:rsidR="001A420B" w:rsidRDefault="001A420B" w:rsidP="001A420B">
      <w:pPr>
        <w:numPr>
          <w:ilvl w:val="0"/>
          <w:numId w:val="0"/>
        </w:numPr>
      </w:pPr>
      <w:r>
        <w:rPr>
          <w:sz w:val="16"/>
        </w:rPr>
        <w:t xml:space="preserve">7. </w:t>
      </w:r>
      <w:r>
        <w:t>And the mountains pegs?</w:t>
      </w:r>
    </w:p>
    <w:p w:rsidR="001A420B" w:rsidRDefault="001A420B" w:rsidP="001A420B">
      <w:pPr>
        <w:numPr>
          <w:ilvl w:val="0"/>
          <w:numId w:val="0"/>
        </w:numPr>
      </w:pPr>
      <w:r>
        <w:rPr>
          <w:sz w:val="16"/>
        </w:rPr>
        <w:t xml:space="preserve">8. </w:t>
      </w:r>
      <w:r>
        <w:t>And created you in pairs?</w:t>
      </w:r>
    </w:p>
    <w:p w:rsidR="001A420B" w:rsidRDefault="001A420B" w:rsidP="001A420B">
      <w:pPr>
        <w:numPr>
          <w:ilvl w:val="0"/>
          <w:numId w:val="0"/>
        </w:numPr>
      </w:pPr>
      <w:r>
        <w:rPr>
          <w:sz w:val="16"/>
        </w:rPr>
        <w:t xml:space="preserve">9. </w:t>
      </w:r>
      <w:r>
        <w:t>And made your sleep for rest?</w:t>
      </w:r>
    </w:p>
    <w:p w:rsidR="001A420B" w:rsidRDefault="001A420B" w:rsidP="001A420B">
      <w:pPr>
        <w:numPr>
          <w:ilvl w:val="0"/>
          <w:numId w:val="0"/>
        </w:numPr>
      </w:pPr>
      <w:r>
        <w:rPr>
          <w:sz w:val="16"/>
        </w:rPr>
        <w:t xml:space="preserve">10. </w:t>
      </w:r>
      <w:r>
        <w:t>And made the night a cover?</w:t>
      </w:r>
    </w:p>
    <w:p w:rsidR="001A420B" w:rsidRDefault="001A420B" w:rsidP="001A420B">
      <w:pPr>
        <w:numPr>
          <w:ilvl w:val="0"/>
          <w:numId w:val="0"/>
        </w:numPr>
      </w:pPr>
      <w:r>
        <w:rPr>
          <w:sz w:val="16"/>
        </w:rPr>
        <w:t xml:space="preserve">11. </w:t>
      </w:r>
      <w:r>
        <w:t>And made the day for livelihood?</w:t>
      </w:r>
    </w:p>
    <w:p w:rsidR="001A420B" w:rsidRDefault="001A420B" w:rsidP="001A420B">
      <w:pPr>
        <w:numPr>
          <w:ilvl w:val="0"/>
          <w:numId w:val="0"/>
        </w:numPr>
      </w:pPr>
      <w:r>
        <w:rPr>
          <w:sz w:val="16"/>
        </w:rPr>
        <w:t xml:space="preserve">12. </w:t>
      </w:r>
      <w:r>
        <w:t>And built above you seven strong ones?</w:t>
      </w:r>
    </w:p>
    <w:p w:rsidR="001A420B" w:rsidRDefault="001A420B" w:rsidP="001A420B">
      <w:pPr>
        <w:numPr>
          <w:ilvl w:val="0"/>
          <w:numId w:val="0"/>
        </w:numPr>
      </w:pPr>
      <w:r>
        <w:rPr>
          <w:sz w:val="16"/>
        </w:rPr>
        <w:t xml:space="preserve">13. </w:t>
      </w:r>
      <w:r>
        <w:t>And placed a blazing lamp?</w:t>
      </w:r>
    </w:p>
    <w:p w:rsidR="001A420B" w:rsidRDefault="001A420B" w:rsidP="001A420B">
      <w:pPr>
        <w:numPr>
          <w:ilvl w:val="0"/>
          <w:numId w:val="0"/>
        </w:numPr>
      </w:pPr>
      <w:r>
        <w:rPr>
          <w:sz w:val="16"/>
        </w:rPr>
        <w:t xml:space="preserve">14. </w:t>
      </w:r>
      <w:r>
        <w:t>And brought down from the clouds pouring water?</w:t>
      </w:r>
    </w:p>
    <w:p w:rsidR="001A420B" w:rsidRDefault="001A420B" w:rsidP="001A420B">
      <w:pPr>
        <w:numPr>
          <w:ilvl w:val="0"/>
          <w:numId w:val="0"/>
        </w:numPr>
      </w:pPr>
      <w:r>
        <w:rPr>
          <w:sz w:val="16"/>
        </w:rPr>
        <w:t xml:space="preserve">15. </w:t>
      </w:r>
      <w:r>
        <w:t>To produce with it grains and vegetation?</w:t>
      </w:r>
    </w:p>
    <w:p w:rsidR="001A420B" w:rsidRDefault="001A420B" w:rsidP="001A420B">
      <w:pPr>
        <w:numPr>
          <w:ilvl w:val="0"/>
          <w:numId w:val="0"/>
        </w:numPr>
      </w:pPr>
      <w:r>
        <w:rPr>
          <w:sz w:val="16"/>
        </w:rPr>
        <w:t xml:space="preserve">16. </w:t>
      </w:r>
      <w:r>
        <w:t>And luxuriant gardens?</w:t>
      </w:r>
    </w:p>
    <w:p w:rsidR="001A420B" w:rsidRDefault="001A420B" w:rsidP="001A420B">
      <w:pPr>
        <w:numPr>
          <w:ilvl w:val="0"/>
          <w:numId w:val="0"/>
        </w:numPr>
      </w:pPr>
      <w:r>
        <w:rPr>
          <w:sz w:val="16"/>
        </w:rPr>
        <w:t xml:space="preserve">17. </w:t>
      </w:r>
      <w:r>
        <w:t>The Day of Sorting has been appointed.</w:t>
      </w:r>
    </w:p>
    <w:p w:rsidR="001A420B" w:rsidRDefault="001A420B" w:rsidP="001A420B">
      <w:pPr>
        <w:numPr>
          <w:ilvl w:val="0"/>
          <w:numId w:val="0"/>
        </w:numPr>
      </w:pPr>
      <w:r>
        <w:rPr>
          <w:sz w:val="16"/>
        </w:rPr>
        <w:t xml:space="preserve">18. </w:t>
      </w:r>
      <w:r>
        <w:t>The Day when the Trumpet is blown, and you will come in droves.</w:t>
      </w:r>
    </w:p>
    <w:p w:rsidR="001A420B" w:rsidRDefault="001A420B" w:rsidP="001A420B">
      <w:pPr>
        <w:numPr>
          <w:ilvl w:val="0"/>
          <w:numId w:val="0"/>
        </w:numPr>
      </w:pPr>
      <w:r>
        <w:rPr>
          <w:sz w:val="16"/>
        </w:rPr>
        <w:t xml:space="preserve">19. </w:t>
      </w:r>
      <w:r>
        <w:t>And the sky is opened up, and becomes gateways.</w:t>
      </w:r>
    </w:p>
    <w:p w:rsidR="001A420B" w:rsidRDefault="001A420B" w:rsidP="001A420B">
      <w:pPr>
        <w:numPr>
          <w:ilvl w:val="0"/>
          <w:numId w:val="0"/>
        </w:numPr>
      </w:pPr>
      <w:r>
        <w:rPr>
          <w:sz w:val="16"/>
        </w:rPr>
        <w:t xml:space="preserve">20. </w:t>
      </w:r>
      <w:r>
        <w:t>And the mountains are set in motion, and become a mirage.</w:t>
      </w:r>
    </w:p>
    <w:p w:rsidR="001A420B" w:rsidRDefault="001A420B" w:rsidP="001A420B">
      <w:pPr>
        <w:numPr>
          <w:ilvl w:val="0"/>
          <w:numId w:val="0"/>
        </w:numPr>
      </w:pPr>
      <w:r>
        <w:rPr>
          <w:sz w:val="16"/>
        </w:rPr>
        <w:t xml:space="preserve">21. </w:t>
      </w:r>
      <w:r>
        <w:t>Hell is lying in ambush.</w:t>
      </w:r>
    </w:p>
    <w:p w:rsidR="001A420B" w:rsidRDefault="001A420B" w:rsidP="001A420B">
      <w:pPr>
        <w:numPr>
          <w:ilvl w:val="0"/>
          <w:numId w:val="0"/>
        </w:numPr>
      </w:pPr>
      <w:r>
        <w:rPr>
          <w:sz w:val="16"/>
        </w:rPr>
        <w:t xml:space="preserve">22. </w:t>
      </w:r>
      <w:r>
        <w:t>For the oppressors, a destination.</w:t>
      </w:r>
    </w:p>
    <w:p w:rsidR="001A420B" w:rsidRDefault="001A420B" w:rsidP="001A420B">
      <w:pPr>
        <w:numPr>
          <w:ilvl w:val="0"/>
          <w:numId w:val="0"/>
        </w:numPr>
      </w:pPr>
      <w:r>
        <w:rPr>
          <w:sz w:val="16"/>
        </w:rPr>
        <w:t xml:space="preserve">23. </w:t>
      </w:r>
      <w:r>
        <w:t>Where they will remain for eons.</w:t>
      </w:r>
    </w:p>
    <w:p w:rsidR="001A420B" w:rsidRDefault="001A420B" w:rsidP="001A420B">
      <w:pPr>
        <w:numPr>
          <w:ilvl w:val="0"/>
          <w:numId w:val="0"/>
        </w:numPr>
      </w:pPr>
      <w:r>
        <w:rPr>
          <w:sz w:val="16"/>
        </w:rPr>
        <w:t xml:space="preserve">24. </w:t>
      </w:r>
      <w:r>
        <w:t>They will taste therein neither coolness, nor drink.</w:t>
      </w:r>
    </w:p>
    <w:p w:rsidR="001A420B" w:rsidRDefault="001A420B" w:rsidP="001A420B">
      <w:pPr>
        <w:numPr>
          <w:ilvl w:val="0"/>
          <w:numId w:val="0"/>
        </w:numPr>
      </w:pPr>
      <w:r>
        <w:rPr>
          <w:sz w:val="16"/>
        </w:rPr>
        <w:t xml:space="preserve">25. </w:t>
      </w:r>
      <w:r>
        <w:t>Except boiling water, and freezing hail.</w:t>
      </w:r>
    </w:p>
    <w:p w:rsidR="001A420B" w:rsidRDefault="001A420B" w:rsidP="001A420B">
      <w:pPr>
        <w:numPr>
          <w:ilvl w:val="0"/>
          <w:numId w:val="0"/>
        </w:numPr>
      </w:pPr>
      <w:r>
        <w:rPr>
          <w:sz w:val="16"/>
        </w:rPr>
        <w:lastRenderedPageBreak/>
        <w:t xml:space="preserve">26. </w:t>
      </w:r>
      <w:r>
        <w:t>A fitting requital.</w:t>
      </w:r>
    </w:p>
    <w:p w:rsidR="001A420B" w:rsidRDefault="001A420B" w:rsidP="001A420B">
      <w:pPr>
        <w:numPr>
          <w:ilvl w:val="0"/>
          <w:numId w:val="0"/>
        </w:numPr>
      </w:pPr>
      <w:r>
        <w:rPr>
          <w:sz w:val="16"/>
        </w:rPr>
        <w:t xml:space="preserve">27. </w:t>
      </w:r>
      <w:r>
        <w:t>For they were not anticipating any reckoning.</w:t>
      </w:r>
    </w:p>
    <w:p w:rsidR="001A420B" w:rsidRDefault="001A420B" w:rsidP="001A420B">
      <w:pPr>
        <w:numPr>
          <w:ilvl w:val="0"/>
          <w:numId w:val="0"/>
        </w:numPr>
      </w:pPr>
      <w:r>
        <w:rPr>
          <w:sz w:val="16"/>
        </w:rPr>
        <w:t xml:space="preserve">28. </w:t>
      </w:r>
      <w:r>
        <w:t>And they denied Our signs utterly.</w:t>
      </w:r>
    </w:p>
    <w:p w:rsidR="001A420B" w:rsidRDefault="001A420B" w:rsidP="001A420B">
      <w:pPr>
        <w:numPr>
          <w:ilvl w:val="0"/>
          <w:numId w:val="0"/>
        </w:numPr>
      </w:pPr>
      <w:r>
        <w:rPr>
          <w:sz w:val="16"/>
        </w:rPr>
        <w:t xml:space="preserve">29. </w:t>
      </w:r>
      <w:r>
        <w:t>But We have enumerated everything in writing.</w:t>
      </w:r>
    </w:p>
    <w:p w:rsidR="001A420B" w:rsidRDefault="001A420B" w:rsidP="001A420B">
      <w:pPr>
        <w:numPr>
          <w:ilvl w:val="0"/>
          <w:numId w:val="0"/>
        </w:numPr>
      </w:pPr>
      <w:r>
        <w:rPr>
          <w:sz w:val="16"/>
        </w:rPr>
        <w:t xml:space="preserve">30. </w:t>
      </w:r>
      <w:r>
        <w:t>So taste! We will increase you only in suffering.</w:t>
      </w:r>
    </w:p>
    <w:p w:rsidR="001A420B" w:rsidRDefault="001A420B" w:rsidP="001A420B">
      <w:pPr>
        <w:numPr>
          <w:ilvl w:val="0"/>
          <w:numId w:val="0"/>
        </w:numPr>
      </w:pPr>
      <w:r>
        <w:rPr>
          <w:sz w:val="16"/>
        </w:rPr>
        <w:t xml:space="preserve">31. </w:t>
      </w:r>
      <w:r>
        <w:t>But for the righteous there is triumph.</w:t>
      </w:r>
    </w:p>
    <w:p w:rsidR="001A420B" w:rsidRDefault="001A420B" w:rsidP="001A420B">
      <w:pPr>
        <w:numPr>
          <w:ilvl w:val="0"/>
          <w:numId w:val="0"/>
        </w:numPr>
      </w:pPr>
      <w:r>
        <w:rPr>
          <w:sz w:val="16"/>
        </w:rPr>
        <w:t xml:space="preserve">32. </w:t>
      </w:r>
      <w:r>
        <w:t>Gardens and vineyards.</w:t>
      </w:r>
    </w:p>
    <w:p w:rsidR="001A420B" w:rsidRDefault="001A420B" w:rsidP="001A420B">
      <w:pPr>
        <w:numPr>
          <w:ilvl w:val="0"/>
          <w:numId w:val="0"/>
        </w:numPr>
      </w:pPr>
      <w:r>
        <w:rPr>
          <w:sz w:val="16"/>
        </w:rPr>
        <w:t xml:space="preserve">33. </w:t>
      </w:r>
      <w:r>
        <w:t>And splendid spouses, well matched.</w:t>
      </w:r>
    </w:p>
    <w:p w:rsidR="001A420B" w:rsidRDefault="001A420B" w:rsidP="001A420B">
      <w:pPr>
        <w:numPr>
          <w:ilvl w:val="0"/>
          <w:numId w:val="0"/>
        </w:numPr>
      </w:pPr>
      <w:r>
        <w:rPr>
          <w:sz w:val="16"/>
        </w:rPr>
        <w:t xml:space="preserve">34. </w:t>
      </w:r>
      <w:r>
        <w:t>And delicious drinks.</w:t>
      </w:r>
    </w:p>
    <w:p w:rsidR="001A420B" w:rsidRDefault="001A420B" w:rsidP="001A420B">
      <w:pPr>
        <w:numPr>
          <w:ilvl w:val="0"/>
          <w:numId w:val="0"/>
        </w:numPr>
      </w:pPr>
      <w:r>
        <w:rPr>
          <w:sz w:val="16"/>
        </w:rPr>
        <w:t xml:space="preserve">35. </w:t>
      </w:r>
      <w:r>
        <w:t>They will hear therein neither gossip, nor lies.</w:t>
      </w:r>
    </w:p>
    <w:p w:rsidR="001A420B" w:rsidRDefault="001A420B" w:rsidP="001A420B">
      <w:pPr>
        <w:numPr>
          <w:ilvl w:val="0"/>
          <w:numId w:val="0"/>
        </w:numPr>
      </w:pPr>
      <w:r>
        <w:rPr>
          <w:sz w:val="16"/>
        </w:rPr>
        <w:t xml:space="preserve">36. </w:t>
      </w:r>
      <w:r>
        <w:t>A reward from your Lord, a fitting gift.</w:t>
      </w:r>
    </w:p>
    <w:p w:rsidR="001A420B" w:rsidRDefault="001A420B" w:rsidP="001A420B">
      <w:pPr>
        <w:numPr>
          <w:ilvl w:val="0"/>
          <w:numId w:val="0"/>
        </w:numPr>
      </w:pPr>
      <w:r>
        <w:rPr>
          <w:sz w:val="16"/>
        </w:rPr>
        <w:t xml:space="preserve">37. </w:t>
      </w:r>
      <w:r>
        <w:t>Lord of the heavens and the earth, and everything between them—The Most Merciful—none can argue with Him.</w:t>
      </w:r>
    </w:p>
    <w:p w:rsidR="001A420B" w:rsidRDefault="001A420B" w:rsidP="001A420B">
      <w:pPr>
        <w:numPr>
          <w:ilvl w:val="0"/>
          <w:numId w:val="0"/>
        </w:numPr>
      </w:pPr>
      <w:r>
        <w:rPr>
          <w:sz w:val="16"/>
        </w:rPr>
        <w:t xml:space="preserve">38. </w:t>
      </w:r>
      <w:r>
        <w:t>On the Day when the Spirit and the angels stand in row. They will not speak, unless it be one permitted by the Most Merciful, and he will say what is right.</w:t>
      </w:r>
    </w:p>
    <w:p w:rsidR="001A420B" w:rsidRDefault="001A420B" w:rsidP="001A420B">
      <w:pPr>
        <w:numPr>
          <w:ilvl w:val="0"/>
          <w:numId w:val="0"/>
        </w:numPr>
      </w:pPr>
      <w:r>
        <w:rPr>
          <w:sz w:val="16"/>
        </w:rPr>
        <w:t xml:space="preserve">39. </w:t>
      </w:r>
      <w:r>
        <w:t>That is the Day of Reality. So whoever wills, let him take a way back to his Lord.</w:t>
      </w:r>
    </w:p>
    <w:p w:rsidR="001A420B" w:rsidRPr="00EE7E11" w:rsidRDefault="001A420B" w:rsidP="001A420B">
      <w:pPr>
        <w:numPr>
          <w:ilvl w:val="0"/>
          <w:numId w:val="0"/>
        </w:numPr>
      </w:pPr>
      <w:r w:rsidRPr="00EE7E11">
        <w:rPr>
          <w:sz w:val="16"/>
        </w:rPr>
        <w:t xml:space="preserve">40. </w:t>
      </w:r>
      <w:r>
        <w:t xml:space="preserve"> We have warned you of a near punishment—the Day when a person will observe what his hands have produced, and the faithless will say, “O, I wish I were dust.”</w:t>
      </w:r>
    </w:p>
    <w:sectPr w:rsidR="001A420B"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1A42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2</Pages>
  <Words>304</Words>
  <Characters>1738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2016-07-09T16:58:00Z</dcterms:created>
  <dcterms:modified xsi:type="dcterms:W3CDTF">2016-07-09T16:58:00Z</dcterms:modified>
</cp:coreProperties>
</file>