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B21" w:rsidRDefault="00457B21" w:rsidP="00EE7E11">
      <w:pPr>
        <w:numPr>
          <w:ilvl w:val="0"/>
          <w:numId w:val="0"/>
        </w:numPr>
      </w:pPr>
      <w:bookmarkStart w:id="0" w:name="_GoBack"/>
      <w:bookmarkEnd w:id="0"/>
      <w:r>
        <w:t>al-Mursalat  (The Unleashed)</w:t>
      </w:r>
    </w:p>
    <w:p w:rsidR="00457B21" w:rsidRDefault="00457B21" w:rsidP="00EE7E11">
      <w:pPr>
        <w:numPr>
          <w:ilvl w:val="0"/>
          <w:numId w:val="0"/>
        </w:numPr>
      </w:pPr>
      <w:r>
        <w:t>In the name of Allah, the Gracious, the Merciful.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By those unleashed in succession.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Storming turbulently.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Scattering far and wide.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Separating decisively.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Delivering a message.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Excusing or warning.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Surely what you are promised will happen.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When the stars are obliterated.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And the sky is fractured.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And the mountains are blown away.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And the messengers are alerted.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Until which day is it deferred?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Until the Day of Decision.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And what will teach you what the Day of Decision is?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 xml:space="preserve">Woe on that Day to the liars. 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Did We not destroy the ancients?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Then succeeded them with the others?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This is how We deal with the guilty.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Woe on that Day to the rejecters.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Did We not create you from an insignificant fluid?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Then lodged it in a secure place?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For a known term?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We measured precisely. We are the best to measure.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Woe on that Day to the falsifiers.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Did We not make the earth a homestead?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lastRenderedPageBreak/>
        <w:t xml:space="preserve">26. </w:t>
      </w:r>
      <w:r>
        <w:t>For the living and the dead?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And set on it lofty mountains, and given you pure water to drink?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Woe on that Day to the deniers.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“Proceed to what you used to deny.”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“Proceed to a shadow of three different masses.”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Offering no shade, and unavailing against the flames.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It shoots sparks as castles.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As if they were yellow camels.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Woe on that Day to the liars.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This is a Day when they will not speak.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And they will not be allowed to apologize.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Woe on that Day to the rejecters.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This is the Day of Separation; We have gathered you, together with the ancients.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So if you have a strategy, use it against Me.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Woe on that Day to the falsifiers.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The righteous will be amidst shades and fountains.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42. </w:t>
      </w:r>
      <w:r>
        <w:t>And fruits as they desire.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43. </w:t>
      </w:r>
      <w:r>
        <w:t>“Eat and drink pleasantly, for what you used to do.”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44. </w:t>
      </w:r>
      <w:r>
        <w:t>This is how We reward the doers of good.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45. </w:t>
      </w:r>
      <w:r>
        <w:t>Woe on that Day to the deniers.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46. </w:t>
      </w:r>
      <w:r>
        <w:t>“Eat and enjoy yourselves a little; you are indeed criminals.”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47. </w:t>
      </w:r>
      <w:r>
        <w:t>Woe on that Day to the liars.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48. </w:t>
      </w:r>
      <w:r>
        <w:t>And when it is said to them, “Kneel”, they do not kneel.</w:t>
      </w:r>
    </w:p>
    <w:p w:rsidR="00457B21" w:rsidRDefault="00457B21" w:rsidP="00457B21">
      <w:pPr>
        <w:numPr>
          <w:ilvl w:val="0"/>
          <w:numId w:val="0"/>
        </w:numPr>
      </w:pPr>
      <w:r>
        <w:rPr>
          <w:sz w:val="16"/>
        </w:rPr>
        <w:t xml:space="preserve">49. </w:t>
      </w:r>
      <w:r>
        <w:t>Woe on that Day to the rejecters.</w:t>
      </w:r>
    </w:p>
    <w:p w:rsidR="00457B21" w:rsidRPr="00EE7E11" w:rsidRDefault="00457B21" w:rsidP="00457B21">
      <w:pPr>
        <w:numPr>
          <w:ilvl w:val="0"/>
          <w:numId w:val="0"/>
        </w:numPr>
      </w:pPr>
      <w:r w:rsidRPr="00EE7E11">
        <w:rPr>
          <w:sz w:val="16"/>
        </w:rPr>
        <w:t xml:space="preserve">50. </w:t>
      </w:r>
      <w:r>
        <w:t>In what message, beyond this, will they believe?</w:t>
      </w:r>
    </w:p>
    <w:sectPr w:rsidR="00457B21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57B2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1</TotalTime>
  <Pages>2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2016-07-09T16:58:00Z</dcterms:created>
  <dcterms:modified xsi:type="dcterms:W3CDTF">2016-07-09T16:58:00Z</dcterms:modified>
</cp:coreProperties>
</file>