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D8" w:rsidRDefault="005676D8" w:rsidP="00EE7E11">
      <w:pPr>
        <w:numPr>
          <w:ilvl w:val="0"/>
          <w:numId w:val="0"/>
        </w:numPr>
      </w:pPr>
      <w:bookmarkStart w:id="0" w:name="_GoBack"/>
      <w:bookmarkEnd w:id="0"/>
      <w:r>
        <w:t>al-Qiyamah  (Resurrection)</w:t>
      </w:r>
    </w:p>
    <w:p w:rsidR="005676D8" w:rsidRDefault="005676D8" w:rsidP="00EE7E11">
      <w:pPr>
        <w:numPr>
          <w:ilvl w:val="0"/>
          <w:numId w:val="0"/>
        </w:numPr>
      </w:pPr>
      <w:r>
        <w:t>In the name of Allah, the Gracious, the Merciful.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I swear by the Day of Resurrection.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And I swear by the blaming soul.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Does man think that We will not reassemble his bones?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Yes indeed; We are Able to reconstruct his fingertips.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But man wants to deny what is ahead of him.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He asks, “When is the Day of Resurrection?”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When vision is dazzled.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And the moon is eclipsed.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>And the sun and the moon are joined together.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On that Day, man will say, “Where is the escape?”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No indeed! There is no refuge.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To your Lord on that Day is the settlement.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On that Day man will be informed of everything he put forward, and everything he left behind.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And man will be evidence against himself.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Even as he presents his excuses.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Do not wag your tongue with it, to hurry on with it.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Upon Us is its collection and its recitation.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Then, when We have recited it, follow its recitation.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Then upon Us is its explanation.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Alas, you love the fleeting life.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21. </w:t>
      </w:r>
      <w:r>
        <w:t>And you disregard the Hereafter.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Faces on that Day will be radiant.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Looking towards their Lord.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And faces on that Day will be gloomy.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lastRenderedPageBreak/>
        <w:t xml:space="preserve">25. </w:t>
      </w:r>
      <w:r>
        <w:t>Realizing that a back-breaker has befallen them.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Indeed, when it has reached the breast-bones.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it is said, “Who is the healer?”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And He realizes that it is the parting.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And leg is entwined with leg.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To your Lord on that Day is the drive.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He neither believed nor prayed.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But he denied and turned away.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Then he went to his family, full of pride.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Woe to you; and woe.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Then again: Woe to you; and woe.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Does man think that he will be left without purpose?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Was he not a drop of ejaculated semen?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Then he became a clot. And He created and proportioned?</w:t>
      </w:r>
    </w:p>
    <w:p w:rsidR="005676D8" w:rsidRDefault="005676D8" w:rsidP="005676D8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And made of him the two sexes, the male and the female?</w:t>
      </w:r>
    </w:p>
    <w:p w:rsidR="005676D8" w:rsidRPr="00EE7E11" w:rsidRDefault="005676D8" w:rsidP="005676D8">
      <w:pPr>
        <w:numPr>
          <w:ilvl w:val="0"/>
          <w:numId w:val="0"/>
        </w:numPr>
      </w:pPr>
      <w:r w:rsidRPr="00EE7E11">
        <w:rPr>
          <w:sz w:val="16"/>
        </w:rPr>
        <w:t xml:space="preserve">40. </w:t>
      </w:r>
      <w:r>
        <w:t>Is He not Able to revive the dead?</w:t>
      </w:r>
    </w:p>
    <w:sectPr w:rsidR="005676D8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676D8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2016-07-09T16:57:00Z</dcterms:created>
  <dcterms:modified xsi:type="dcterms:W3CDTF">2016-07-09T16:57:00Z</dcterms:modified>
</cp:coreProperties>
</file>