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0F27" w:rsidRDefault="00C60F27" w:rsidP="00EE7E11">
      <w:pPr>
        <w:numPr>
          <w:ilvl w:val="0"/>
          <w:numId w:val="0"/>
        </w:numPr>
      </w:pPr>
      <w:bookmarkStart w:id="0" w:name="_GoBack"/>
      <w:bookmarkEnd w:id="0"/>
      <w:r>
        <w:t>al-Muddathir  (The Enrobed)</w:t>
      </w:r>
    </w:p>
    <w:p w:rsidR="00C60F27" w:rsidRDefault="00C60F27" w:rsidP="00EE7E11">
      <w:pPr>
        <w:numPr>
          <w:ilvl w:val="0"/>
          <w:numId w:val="0"/>
        </w:numPr>
      </w:pPr>
      <w:r>
        <w:t>In the name of Allah, the Gracious, the Merciful.</w:t>
      </w:r>
    </w:p>
    <w:p w:rsidR="00C60F27" w:rsidRDefault="00C60F27" w:rsidP="00C60F27">
      <w:pPr>
        <w:numPr>
          <w:ilvl w:val="0"/>
          <w:numId w:val="0"/>
        </w:numPr>
      </w:pPr>
      <w:r>
        <w:rPr>
          <w:sz w:val="16"/>
        </w:rPr>
        <w:t xml:space="preserve">1. </w:t>
      </w:r>
      <w:r>
        <w:t>O you Enrobed one.</w:t>
      </w:r>
    </w:p>
    <w:p w:rsidR="00C60F27" w:rsidRDefault="00C60F27" w:rsidP="00C60F27">
      <w:pPr>
        <w:numPr>
          <w:ilvl w:val="0"/>
          <w:numId w:val="0"/>
        </w:numPr>
      </w:pPr>
      <w:r>
        <w:rPr>
          <w:sz w:val="16"/>
        </w:rPr>
        <w:t xml:space="preserve">2. </w:t>
      </w:r>
      <w:r>
        <w:t>Arise and warn.</w:t>
      </w:r>
    </w:p>
    <w:p w:rsidR="00C60F27" w:rsidRDefault="00C60F27" w:rsidP="00C60F27">
      <w:pPr>
        <w:numPr>
          <w:ilvl w:val="0"/>
          <w:numId w:val="0"/>
        </w:numPr>
      </w:pPr>
      <w:r>
        <w:rPr>
          <w:sz w:val="16"/>
        </w:rPr>
        <w:t xml:space="preserve">3. </w:t>
      </w:r>
      <w:r>
        <w:t>And magnify your Lord.</w:t>
      </w:r>
    </w:p>
    <w:p w:rsidR="00C60F27" w:rsidRDefault="00C60F27" w:rsidP="00C60F27">
      <w:pPr>
        <w:numPr>
          <w:ilvl w:val="0"/>
          <w:numId w:val="0"/>
        </w:numPr>
      </w:pPr>
      <w:r>
        <w:rPr>
          <w:sz w:val="16"/>
        </w:rPr>
        <w:t xml:space="preserve">4. </w:t>
      </w:r>
      <w:r>
        <w:t>And purify your clothes.</w:t>
      </w:r>
    </w:p>
    <w:p w:rsidR="00C60F27" w:rsidRDefault="00C60F27" w:rsidP="00C60F27">
      <w:pPr>
        <w:numPr>
          <w:ilvl w:val="0"/>
          <w:numId w:val="0"/>
        </w:numPr>
      </w:pPr>
      <w:r>
        <w:rPr>
          <w:sz w:val="16"/>
        </w:rPr>
        <w:t xml:space="preserve">5. </w:t>
      </w:r>
      <w:r>
        <w:t>And abandon abominations.</w:t>
      </w:r>
    </w:p>
    <w:p w:rsidR="00C60F27" w:rsidRDefault="00C60F27" w:rsidP="00C60F27">
      <w:pPr>
        <w:numPr>
          <w:ilvl w:val="0"/>
          <w:numId w:val="0"/>
        </w:numPr>
      </w:pPr>
      <w:r>
        <w:rPr>
          <w:sz w:val="16"/>
        </w:rPr>
        <w:t xml:space="preserve">6. </w:t>
      </w:r>
      <w:r>
        <w:t>And show no favor seeking gain.</w:t>
      </w:r>
    </w:p>
    <w:p w:rsidR="00C60F27" w:rsidRDefault="00C60F27" w:rsidP="00C60F27">
      <w:pPr>
        <w:numPr>
          <w:ilvl w:val="0"/>
          <w:numId w:val="0"/>
        </w:numPr>
      </w:pPr>
      <w:r>
        <w:rPr>
          <w:sz w:val="16"/>
        </w:rPr>
        <w:t xml:space="preserve">7. </w:t>
      </w:r>
      <w:r>
        <w:t>And be constant for your Lord.</w:t>
      </w:r>
    </w:p>
    <w:p w:rsidR="00C60F27" w:rsidRDefault="00C60F27" w:rsidP="00C60F27">
      <w:pPr>
        <w:numPr>
          <w:ilvl w:val="0"/>
          <w:numId w:val="0"/>
        </w:numPr>
      </w:pPr>
      <w:r>
        <w:rPr>
          <w:sz w:val="16"/>
        </w:rPr>
        <w:t xml:space="preserve">8. </w:t>
      </w:r>
      <w:r>
        <w:t>When the Trumpet is blown.</w:t>
      </w:r>
    </w:p>
    <w:p w:rsidR="00C60F27" w:rsidRDefault="00C60F27" w:rsidP="00C60F27">
      <w:pPr>
        <w:numPr>
          <w:ilvl w:val="0"/>
          <w:numId w:val="0"/>
        </w:numPr>
      </w:pPr>
      <w:r>
        <w:rPr>
          <w:sz w:val="16"/>
        </w:rPr>
        <w:t xml:space="preserve">9. </w:t>
      </w:r>
      <w:r>
        <w:t>That Day will be a difficult day.</w:t>
      </w:r>
    </w:p>
    <w:p w:rsidR="00C60F27" w:rsidRDefault="00C60F27" w:rsidP="00C60F27">
      <w:pPr>
        <w:numPr>
          <w:ilvl w:val="0"/>
          <w:numId w:val="0"/>
        </w:numPr>
      </w:pPr>
      <w:r>
        <w:rPr>
          <w:sz w:val="16"/>
        </w:rPr>
        <w:t xml:space="preserve">10. </w:t>
      </w:r>
      <w:r>
        <w:t>For the disbelievers—not easy.</w:t>
      </w:r>
    </w:p>
    <w:p w:rsidR="00C60F27" w:rsidRDefault="00C60F27" w:rsidP="00C60F27">
      <w:pPr>
        <w:numPr>
          <w:ilvl w:val="0"/>
          <w:numId w:val="0"/>
        </w:numPr>
      </w:pPr>
      <w:r>
        <w:rPr>
          <w:sz w:val="16"/>
        </w:rPr>
        <w:t xml:space="preserve">11. </w:t>
      </w:r>
      <w:r>
        <w:t>Leave Me to him whom I created alone.</w:t>
      </w:r>
    </w:p>
    <w:p w:rsidR="00C60F27" w:rsidRDefault="00C60F27" w:rsidP="00C60F27">
      <w:pPr>
        <w:numPr>
          <w:ilvl w:val="0"/>
          <w:numId w:val="0"/>
        </w:numPr>
      </w:pPr>
      <w:r>
        <w:rPr>
          <w:sz w:val="16"/>
        </w:rPr>
        <w:t xml:space="preserve">12. </w:t>
      </w:r>
      <w:r>
        <w:t>And gave him vast wealth.</w:t>
      </w:r>
    </w:p>
    <w:p w:rsidR="00C60F27" w:rsidRDefault="00C60F27" w:rsidP="00C60F27">
      <w:pPr>
        <w:numPr>
          <w:ilvl w:val="0"/>
          <w:numId w:val="0"/>
        </w:numPr>
      </w:pPr>
      <w:r>
        <w:rPr>
          <w:sz w:val="16"/>
        </w:rPr>
        <w:t xml:space="preserve">13. </w:t>
      </w:r>
      <w:r>
        <w:t>And children as witnesses.</w:t>
      </w:r>
    </w:p>
    <w:p w:rsidR="00C60F27" w:rsidRDefault="00C60F27" w:rsidP="00C60F27">
      <w:pPr>
        <w:numPr>
          <w:ilvl w:val="0"/>
          <w:numId w:val="0"/>
        </w:numPr>
      </w:pPr>
      <w:r>
        <w:rPr>
          <w:sz w:val="16"/>
        </w:rPr>
        <w:t xml:space="preserve">14. </w:t>
      </w:r>
      <w:r>
        <w:t>And smoothed things for him.</w:t>
      </w:r>
    </w:p>
    <w:p w:rsidR="00C60F27" w:rsidRDefault="00C60F27" w:rsidP="00C60F27">
      <w:pPr>
        <w:numPr>
          <w:ilvl w:val="0"/>
          <w:numId w:val="0"/>
        </w:numPr>
      </w:pPr>
      <w:r>
        <w:rPr>
          <w:sz w:val="16"/>
        </w:rPr>
        <w:t xml:space="preserve">15. </w:t>
      </w:r>
      <w:r>
        <w:t>Then he wants Me to add yet more!</w:t>
      </w:r>
    </w:p>
    <w:p w:rsidR="00C60F27" w:rsidRDefault="00C60F27" w:rsidP="00C60F27">
      <w:pPr>
        <w:numPr>
          <w:ilvl w:val="0"/>
          <w:numId w:val="0"/>
        </w:numPr>
      </w:pPr>
      <w:r>
        <w:rPr>
          <w:sz w:val="16"/>
        </w:rPr>
        <w:t xml:space="preserve">16. </w:t>
      </w:r>
      <w:r>
        <w:t>By no means! He was stubborn towards Our revelations.</w:t>
      </w:r>
    </w:p>
    <w:p w:rsidR="00C60F27" w:rsidRDefault="00C60F27" w:rsidP="00C60F27">
      <w:pPr>
        <w:numPr>
          <w:ilvl w:val="0"/>
          <w:numId w:val="0"/>
        </w:numPr>
      </w:pPr>
      <w:r>
        <w:rPr>
          <w:sz w:val="16"/>
        </w:rPr>
        <w:t xml:space="preserve">17. </w:t>
      </w:r>
      <w:r>
        <w:t>I will exhaust him increasingly.</w:t>
      </w:r>
    </w:p>
    <w:p w:rsidR="00C60F27" w:rsidRDefault="00C60F27" w:rsidP="00C60F27">
      <w:pPr>
        <w:numPr>
          <w:ilvl w:val="0"/>
          <w:numId w:val="0"/>
        </w:numPr>
      </w:pPr>
      <w:r>
        <w:rPr>
          <w:sz w:val="16"/>
        </w:rPr>
        <w:t xml:space="preserve">18. </w:t>
      </w:r>
      <w:r>
        <w:t>He thought and analyzed.</w:t>
      </w:r>
    </w:p>
    <w:p w:rsidR="00C60F27" w:rsidRDefault="00C60F27" w:rsidP="00C60F27">
      <w:pPr>
        <w:numPr>
          <w:ilvl w:val="0"/>
          <w:numId w:val="0"/>
        </w:numPr>
      </w:pPr>
      <w:r>
        <w:rPr>
          <w:sz w:val="16"/>
        </w:rPr>
        <w:t xml:space="preserve">19. </w:t>
      </w:r>
      <w:r>
        <w:t>May he perish, how he analyzed.</w:t>
      </w:r>
    </w:p>
    <w:p w:rsidR="00C60F27" w:rsidRDefault="00C60F27" w:rsidP="00C60F27">
      <w:pPr>
        <w:numPr>
          <w:ilvl w:val="0"/>
          <w:numId w:val="0"/>
        </w:numPr>
      </w:pPr>
      <w:r>
        <w:rPr>
          <w:sz w:val="16"/>
        </w:rPr>
        <w:t xml:space="preserve">20. </w:t>
      </w:r>
      <w:r>
        <w:t>Again: may he perish, how he analyzed.</w:t>
      </w:r>
    </w:p>
    <w:p w:rsidR="00C60F27" w:rsidRDefault="00C60F27" w:rsidP="00C60F27">
      <w:pPr>
        <w:numPr>
          <w:ilvl w:val="0"/>
          <w:numId w:val="0"/>
        </w:numPr>
      </w:pPr>
      <w:r>
        <w:rPr>
          <w:sz w:val="16"/>
        </w:rPr>
        <w:t xml:space="preserve">21. </w:t>
      </w:r>
      <w:r>
        <w:t>Then he looked.</w:t>
      </w:r>
    </w:p>
    <w:p w:rsidR="00C60F27" w:rsidRDefault="00C60F27" w:rsidP="00C60F27">
      <w:pPr>
        <w:numPr>
          <w:ilvl w:val="0"/>
          <w:numId w:val="0"/>
        </w:numPr>
      </w:pPr>
      <w:r>
        <w:rPr>
          <w:sz w:val="16"/>
        </w:rPr>
        <w:t xml:space="preserve">22. </w:t>
      </w:r>
      <w:r>
        <w:t>Then he frowned and whined.</w:t>
      </w:r>
    </w:p>
    <w:p w:rsidR="00C60F27" w:rsidRDefault="00C60F27" w:rsidP="00C60F27">
      <w:pPr>
        <w:numPr>
          <w:ilvl w:val="0"/>
          <w:numId w:val="0"/>
        </w:numPr>
      </w:pPr>
      <w:r>
        <w:rPr>
          <w:sz w:val="16"/>
        </w:rPr>
        <w:t xml:space="preserve">23. </w:t>
      </w:r>
      <w:r>
        <w:t>Then he turned back and was proud.</w:t>
      </w:r>
    </w:p>
    <w:p w:rsidR="00C60F27" w:rsidRDefault="00C60F27" w:rsidP="00C60F27">
      <w:pPr>
        <w:numPr>
          <w:ilvl w:val="0"/>
          <w:numId w:val="0"/>
        </w:numPr>
      </w:pPr>
      <w:r>
        <w:rPr>
          <w:sz w:val="16"/>
        </w:rPr>
        <w:t xml:space="preserve">24. </w:t>
      </w:r>
      <w:r>
        <w:t>And said, “This is nothing but magic from the past.</w:t>
      </w:r>
    </w:p>
    <w:p w:rsidR="00C60F27" w:rsidRDefault="00C60F27" w:rsidP="00C60F27">
      <w:pPr>
        <w:numPr>
          <w:ilvl w:val="0"/>
          <w:numId w:val="0"/>
        </w:numPr>
      </w:pPr>
      <w:r>
        <w:rPr>
          <w:sz w:val="16"/>
        </w:rPr>
        <w:t xml:space="preserve">25. </w:t>
      </w:r>
      <w:r>
        <w:t>This is nothing but the word of a mortal.”</w:t>
      </w:r>
    </w:p>
    <w:p w:rsidR="00C60F27" w:rsidRDefault="00C60F27" w:rsidP="00C60F27">
      <w:pPr>
        <w:numPr>
          <w:ilvl w:val="0"/>
          <w:numId w:val="0"/>
        </w:numPr>
      </w:pPr>
      <w:r>
        <w:rPr>
          <w:sz w:val="16"/>
        </w:rPr>
        <w:lastRenderedPageBreak/>
        <w:t xml:space="preserve">26. </w:t>
      </w:r>
      <w:r>
        <w:t>I will roast him in Saqar.</w:t>
      </w:r>
    </w:p>
    <w:p w:rsidR="00C60F27" w:rsidRDefault="00C60F27" w:rsidP="00C60F27">
      <w:pPr>
        <w:numPr>
          <w:ilvl w:val="0"/>
          <w:numId w:val="0"/>
        </w:numPr>
      </w:pPr>
      <w:r>
        <w:rPr>
          <w:sz w:val="16"/>
        </w:rPr>
        <w:t xml:space="preserve">27. </w:t>
      </w:r>
      <w:r>
        <w:t>But what will explain to you what Saqar is?</w:t>
      </w:r>
    </w:p>
    <w:p w:rsidR="00C60F27" w:rsidRDefault="00C60F27" w:rsidP="00C60F27">
      <w:pPr>
        <w:numPr>
          <w:ilvl w:val="0"/>
          <w:numId w:val="0"/>
        </w:numPr>
      </w:pPr>
      <w:r>
        <w:rPr>
          <w:sz w:val="16"/>
        </w:rPr>
        <w:t xml:space="preserve">28. </w:t>
      </w:r>
      <w:r>
        <w:t>It neither leaves, nor spares.</w:t>
      </w:r>
    </w:p>
    <w:p w:rsidR="00C60F27" w:rsidRDefault="00C60F27" w:rsidP="00C60F27">
      <w:pPr>
        <w:numPr>
          <w:ilvl w:val="0"/>
          <w:numId w:val="0"/>
        </w:numPr>
      </w:pPr>
      <w:r>
        <w:rPr>
          <w:sz w:val="16"/>
        </w:rPr>
        <w:t xml:space="preserve">29. </w:t>
      </w:r>
      <w:r>
        <w:t>It scorches the flesh.</w:t>
      </w:r>
    </w:p>
    <w:p w:rsidR="00C60F27" w:rsidRDefault="00C60F27" w:rsidP="00C60F27">
      <w:pPr>
        <w:numPr>
          <w:ilvl w:val="0"/>
          <w:numId w:val="0"/>
        </w:numPr>
      </w:pPr>
      <w:r>
        <w:rPr>
          <w:sz w:val="16"/>
        </w:rPr>
        <w:t xml:space="preserve">30. </w:t>
      </w:r>
      <w:r>
        <w:t>Over it are Nineteen.</w:t>
      </w:r>
    </w:p>
    <w:p w:rsidR="00C60F27" w:rsidRDefault="00C60F27" w:rsidP="00C60F27">
      <w:pPr>
        <w:numPr>
          <w:ilvl w:val="0"/>
          <w:numId w:val="0"/>
        </w:numPr>
      </w:pPr>
      <w:r>
        <w:rPr>
          <w:sz w:val="16"/>
        </w:rPr>
        <w:t xml:space="preserve">31. </w:t>
      </w:r>
      <w:r>
        <w:t>We have appointed only angels to be wardens of the Fire, and caused their number to be a stumbling block for those who disbelieve; so that those given the Scripture may attain certainty; and those who believe may increase in faith; and those given the Scripture and the believers may not doubt; and those in whose hearts is sickness and the unbelievers may say, “What did Allah intend by this parable?” Thus Allah leads astray whom He wills, and guides whom He wills. None knows the soldiers of your Lord except He. This is nothing but a reminder for the mortals.</w:t>
      </w:r>
    </w:p>
    <w:p w:rsidR="00C60F27" w:rsidRDefault="00C60F27" w:rsidP="00C60F27">
      <w:pPr>
        <w:numPr>
          <w:ilvl w:val="0"/>
          <w:numId w:val="0"/>
        </w:numPr>
      </w:pPr>
      <w:r>
        <w:rPr>
          <w:sz w:val="16"/>
        </w:rPr>
        <w:t xml:space="preserve">32. </w:t>
      </w:r>
      <w:r>
        <w:t>Nay! By the moon.</w:t>
      </w:r>
    </w:p>
    <w:p w:rsidR="00C60F27" w:rsidRDefault="00C60F27" w:rsidP="00C60F27">
      <w:pPr>
        <w:numPr>
          <w:ilvl w:val="0"/>
          <w:numId w:val="0"/>
        </w:numPr>
      </w:pPr>
      <w:r>
        <w:rPr>
          <w:sz w:val="16"/>
        </w:rPr>
        <w:t xml:space="preserve">33. </w:t>
      </w:r>
      <w:r>
        <w:t>And the night as it retreats.</w:t>
      </w:r>
    </w:p>
    <w:p w:rsidR="00C60F27" w:rsidRDefault="00C60F27" w:rsidP="00C60F27">
      <w:pPr>
        <w:numPr>
          <w:ilvl w:val="0"/>
          <w:numId w:val="0"/>
        </w:numPr>
      </w:pPr>
      <w:r>
        <w:rPr>
          <w:sz w:val="16"/>
        </w:rPr>
        <w:t xml:space="preserve">34. </w:t>
      </w:r>
      <w:r>
        <w:t>And the morning as it lights up.</w:t>
      </w:r>
    </w:p>
    <w:p w:rsidR="00C60F27" w:rsidRDefault="00C60F27" w:rsidP="00C60F27">
      <w:pPr>
        <w:numPr>
          <w:ilvl w:val="0"/>
          <w:numId w:val="0"/>
        </w:numPr>
      </w:pPr>
      <w:r>
        <w:rPr>
          <w:sz w:val="16"/>
        </w:rPr>
        <w:t xml:space="preserve">35. </w:t>
      </w:r>
      <w:r>
        <w:t>It is one of the greatest.</w:t>
      </w:r>
    </w:p>
    <w:p w:rsidR="00C60F27" w:rsidRDefault="00C60F27" w:rsidP="00C60F27">
      <w:pPr>
        <w:numPr>
          <w:ilvl w:val="0"/>
          <w:numId w:val="0"/>
        </w:numPr>
      </w:pPr>
      <w:r>
        <w:rPr>
          <w:sz w:val="16"/>
        </w:rPr>
        <w:t xml:space="preserve">36. </w:t>
      </w:r>
      <w:r>
        <w:t>A warning to the mortals.</w:t>
      </w:r>
    </w:p>
    <w:p w:rsidR="00C60F27" w:rsidRDefault="00C60F27" w:rsidP="00C60F27">
      <w:pPr>
        <w:numPr>
          <w:ilvl w:val="0"/>
          <w:numId w:val="0"/>
        </w:numPr>
      </w:pPr>
      <w:r>
        <w:rPr>
          <w:sz w:val="16"/>
        </w:rPr>
        <w:t xml:space="preserve">37. </w:t>
      </w:r>
      <w:r>
        <w:t>To whomever among you wishes to advance, or regress.</w:t>
      </w:r>
    </w:p>
    <w:p w:rsidR="00C60F27" w:rsidRDefault="00C60F27" w:rsidP="00C60F27">
      <w:pPr>
        <w:numPr>
          <w:ilvl w:val="0"/>
          <w:numId w:val="0"/>
        </w:numPr>
      </w:pPr>
      <w:r>
        <w:rPr>
          <w:sz w:val="16"/>
        </w:rPr>
        <w:t xml:space="preserve">38. </w:t>
      </w:r>
      <w:r>
        <w:t>Every soul is hostage to what it has earned.</w:t>
      </w:r>
    </w:p>
    <w:p w:rsidR="00C60F27" w:rsidRDefault="00C60F27" w:rsidP="00C60F27">
      <w:pPr>
        <w:numPr>
          <w:ilvl w:val="0"/>
          <w:numId w:val="0"/>
        </w:numPr>
      </w:pPr>
      <w:r>
        <w:rPr>
          <w:sz w:val="16"/>
        </w:rPr>
        <w:t xml:space="preserve">39. </w:t>
      </w:r>
      <w:r>
        <w:t>Except for those on the Right.</w:t>
      </w:r>
    </w:p>
    <w:p w:rsidR="00C60F27" w:rsidRDefault="00C60F27" w:rsidP="00C60F27">
      <w:pPr>
        <w:numPr>
          <w:ilvl w:val="0"/>
          <w:numId w:val="0"/>
        </w:numPr>
      </w:pPr>
      <w:r>
        <w:rPr>
          <w:sz w:val="16"/>
        </w:rPr>
        <w:t xml:space="preserve">40. </w:t>
      </w:r>
      <w:r>
        <w:t>In Gardens, inquiring.</w:t>
      </w:r>
    </w:p>
    <w:p w:rsidR="00C60F27" w:rsidRDefault="00C60F27" w:rsidP="00C60F27">
      <w:pPr>
        <w:numPr>
          <w:ilvl w:val="0"/>
          <w:numId w:val="0"/>
        </w:numPr>
      </w:pPr>
      <w:r>
        <w:rPr>
          <w:sz w:val="16"/>
        </w:rPr>
        <w:t xml:space="preserve">41. </w:t>
      </w:r>
      <w:r>
        <w:t>About the guilty.</w:t>
      </w:r>
    </w:p>
    <w:p w:rsidR="00C60F27" w:rsidRDefault="00C60F27" w:rsidP="00C60F27">
      <w:pPr>
        <w:numPr>
          <w:ilvl w:val="0"/>
          <w:numId w:val="0"/>
        </w:numPr>
      </w:pPr>
      <w:r>
        <w:rPr>
          <w:sz w:val="16"/>
        </w:rPr>
        <w:t xml:space="preserve">42. </w:t>
      </w:r>
      <w:r>
        <w:t>“What drove you into Saqar?”</w:t>
      </w:r>
    </w:p>
    <w:p w:rsidR="00C60F27" w:rsidRDefault="00C60F27" w:rsidP="00C60F27">
      <w:pPr>
        <w:numPr>
          <w:ilvl w:val="0"/>
          <w:numId w:val="0"/>
        </w:numPr>
      </w:pPr>
      <w:r>
        <w:rPr>
          <w:sz w:val="16"/>
        </w:rPr>
        <w:t xml:space="preserve">43. </w:t>
      </w:r>
      <w:r>
        <w:t>They will say, “We were not of those who prayed.</w:t>
      </w:r>
    </w:p>
    <w:p w:rsidR="00C60F27" w:rsidRDefault="00C60F27" w:rsidP="00C60F27">
      <w:pPr>
        <w:numPr>
          <w:ilvl w:val="0"/>
          <w:numId w:val="0"/>
        </w:numPr>
      </w:pPr>
      <w:r>
        <w:rPr>
          <w:sz w:val="16"/>
        </w:rPr>
        <w:t xml:space="preserve">44. </w:t>
      </w:r>
      <w:r>
        <w:t>Nor did we feed the destitute.</w:t>
      </w:r>
    </w:p>
    <w:p w:rsidR="00C60F27" w:rsidRDefault="00C60F27" w:rsidP="00C60F27">
      <w:pPr>
        <w:numPr>
          <w:ilvl w:val="0"/>
          <w:numId w:val="0"/>
        </w:numPr>
      </w:pPr>
      <w:r>
        <w:rPr>
          <w:sz w:val="16"/>
        </w:rPr>
        <w:t xml:space="preserve">45. </w:t>
      </w:r>
      <w:r>
        <w:t>And we used to indulge with those who indulge.</w:t>
      </w:r>
    </w:p>
    <w:p w:rsidR="00C60F27" w:rsidRDefault="00C60F27" w:rsidP="00C60F27">
      <w:pPr>
        <w:numPr>
          <w:ilvl w:val="0"/>
          <w:numId w:val="0"/>
        </w:numPr>
      </w:pPr>
      <w:r>
        <w:rPr>
          <w:sz w:val="16"/>
        </w:rPr>
        <w:t xml:space="preserve">46. </w:t>
      </w:r>
      <w:r>
        <w:t>And we used to deny the Day of Judgment.</w:t>
      </w:r>
    </w:p>
    <w:p w:rsidR="00C60F27" w:rsidRDefault="00C60F27" w:rsidP="00C60F27">
      <w:pPr>
        <w:numPr>
          <w:ilvl w:val="0"/>
          <w:numId w:val="0"/>
        </w:numPr>
      </w:pPr>
      <w:r>
        <w:rPr>
          <w:sz w:val="16"/>
        </w:rPr>
        <w:t xml:space="preserve">47. </w:t>
      </w:r>
      <w:r>
        <w:t>Until the Inevitable came upon us.”</w:t>
      </w:r>
    </w:p>
    <w:p w:rsidR="00C60F27" w:rsidRDefault="00C60F27" w:rsidP="00C60F27">
      <w:pPr>
        <w:numPr>
          <w:ilvl w:val="0"/>
          <w:numId w:val="0"/>
        </w:numPr>
      </w:pPr>
      <w:r>
        <w:rPr>
          <w:sz w:val="16"/>
        </w:rPr>
        <w:t xml:space="preserve">48. </w:t>
      </w:r>
      <w:r>
        <w:t xml:space="preserve">But the intercession of intercessors will not help them. </w:t>
      </w:r>
    </w:p>
    <w:p w:rsidR="00C60F27" w:rsidRDefault="00C60F27" w:rsidP="00C60F27">
      <w:pPr>
        <w:numPr>
          <w:ilvl w:val="0"/>
          <w:numId w:val="0"/>
        </w:numPr>
      </w:pPr>
      <w:r>
        <w:rPr>
          <w:sz w:val="16"/>
        </w:rPr>
        <w:lastRenderedPageBreak/>
        <w:t xml:space="preserve">49. </w:t>
      </w:r>
      <w:r>
        <w:t>Why are they turning away from the Reminder?</w:t>
      </w:r>
    </w:p>
    <w:p w:rsidR="00C60F27" w:rsidRDefault="00C60F27" w:rsidP="00C60F27">
      <w:pPr>
        <w:numPr>
          <w:ilvl w:val="0"/>
          <w:numId w:val="0"/>
        </w:numPr>
      </w:pPr>
      <w:r>
        <w:rPr>
          <w:sz w:val="16"/>
        </w:rPr>
        <w:t xml:space="preserve">50. </w:t>
      </w:r>
      <w:r>
        <w:t>As though they were panicked donkeys.</w:t>
      </w:r>
    </w:p>
    <w:p w:rsidR="00C60F27" w:rsidRDefault="00C60F27" w:rsidP="00C60F27">
      <w:pPr>
        <w:numPr>
          <w:ilvl w:val="0"/>
          <w:numId w:val="0"/>
        </w:numPr>
      </w:pPr>
      <w:r>
        <w:rPr>
          <w:sz w:val="16"/>
        </w:rPr>
        <w:t xml:space="preserve">51. </w:t>
      </w:r>
      <w:r>
        <w:t>Fleeing from a lion?</w:t>
      </w:r>
    </w:p>
    <w:p w:rsidR="00C60F27" w:rsidRDefault="00C60F27" w:rsidP="00C60F27">
      <w:pPr>
        <w:numPr>
          <w:ilvl w:val="0"/>
          <w:numId w:val="0"/>
        </w:numPr>
      </w:pPr>
      <w:r>
        <w:rPr>
          <w:sz w:val="16"/>
        </w:rPr>
        <w:t xml:space="preserve">52. </w:t>
      </w:r>
      <w:r>
        <w:t>Yet every one of them desires to be given scrolls unrolled.</w:t>
      </w:r>
    </w:p>
    <w:p w:rsidR="00C60F27" w:rsidRDefault="00C60F27" w:rsidP="00C60F27">
      <w:pPr>
        <w:numPr>
          <w:ilvl w:val="0"/>
          <w:numId w:val="0"/>
        </w:numPr>
      </w:pPr>
      <w:r>
        <w:rPr>
          <w:sz w:val="16"/>
        </w:rPr>
        <w:t xml:space="preserve">53. </w:t>
      </w:r>
      <w:r>
        <w:t>No indeed! But they do not fear the Hereafter.</w:t>
      </w:r>
    </w:p>
    <w:p w:rsidR="00C60F27" w:rsidRDefault="00C60F27" w:rsidP="00C60F27">
      <w:pPr>
        <w:numPr>
          <w:ilvl w:val="0"/>
          <w:numId w:val="0"/>
        </w:numPr>
      </w:pPr>
      <w:r>
        <w:rPr>
          <w:sz w:val="16"/>
        </w:rPr>
        <w:t xml:space="preserve">54. </w:t>
      </w:r>
      <w:r>
        <w:t>Nevertheless, it is a reminder.</w:t>
      </w:r>
    </w:p>
    <w:p w:rsidR="00C60F27" w:rsidRDefault="00C60F27" w:rsidP="00C60F27">
      <w:pPr>
        <w:numPr>
          <w:ilvl w:val="0"/>
          <w:numId w:val="0"/>
        </w:numPr>
      </w:pPr>
      <w:r>
        <w:rPr>
          <w:sz w:val="16"/>
        </w:rPr>
        <w:t xml:space="preserve">55. </w:t>
      </w:r>
      <w:r>
        <w:t>So whoever wills, shall remember it.</w:t>
      </w:r>
    </w:p>
    <w:p w:rsidR="00C60F27" w:rsidRPr="00EE7E11" w:rsidRDefault="00C60F27" w:rsidP="00C60F27">
      <w:pPr>
        <w:numPr>
          <w:ilvl w:val="0"/>
          <w:numId w:val="0"/>
        </w:numPr>
      </w:pPr>
      <w:r w:rsidRPr="00EE7E11">
        <w:rPr>
          <w:sz w:val="16"/>
        </w:rPr>
        <w:t xml:space="preserve">56. </w:t>
      </w:r>
      <w:r>
        <w:t>But they will not remember, unless Allah wills. He is the Source of Righteousness, and the Source of Forgiveness.</w:t>
      </w:r>
    </w:p>
    <w:sectPr w:rsidR="00C60F27"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60F27"/>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