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3A1D" w:rsidRDefault="00A93A1D" w:rsidP="00EE7E11">
      <w:pPr>
        <w:numPr>
          <w:ilvl w:val="0"/>
          <w:numId w:val="0"/>
        </w:numPr>
      </w:pPr>
      <w:bookmarkStart w:id="0" w:name="_GoBack"/>
      <w:bookmarkEnd w:id="0"/>
      <w:r>
        <w:t>al-Jinn  (The Jinn)</w:t>
      </w:r>
    </w:p>
    <w:p w:rsidR="00A93A1D" w:rsidRDefault="00A93A1D" w:rsidP="00EE7E11">
      <w:pPr>
        <w:numPr>
          <w:ilvl w:val="0"/>
          <w:numId w:val="0"/>
        </w:numPr>
      </w:pPr>
      <w:r>
        <w:t>In the name of Allah, the Gracious, the Merciful.</w:t>
      </w:r>
    </w:p>
    <w:p w:rsidR="00A93A1D" w:rsidRDefault="00A93A1D" w:rsidP="00A93A1D">
      <w:pPr>
        <w:numPr>
          <w:ilvl w:val="0"/>
          <w:numId w:val="0"/>
        </w:numPr>
      </w:pPr>
      <w:r>
        <w:rPr>
          <w:sz w:val="16"/>
        </w:rPr>
        <w:t xml:space="preserve">1. </w:t>
      </w:r>
      <w:r>
        <w:t>Say, “It was revealed to me that a band of jinn listened in, and said, ‘We have heard a wondrous Quran.</w:t>
      </w:r>
    </w:p>
    <w:p w:rsidR="00A93A1D" w:rsidRDefault="00A93A1D" w:rsidP="00A93A1D">
      <w:pPr>
        <w:numPr>
          <w:ilvl w:val="0"/>
          <w:numId w:val="0"/>
        </w:numPr>
      </w:pPr>
      <w:r>
        <w:rPr>
          <w:sz w:val="16"/>
        </w:rPr>
        <w:t xml:space="preserve">2. </w:t>
      </w:r>
      <w:r>
        <w:t>It guides to rectitude, so we have believed in it; and we will never associate anyone with our Lord.</w:t>
      </w:r>
    </w:p>
    <w:p w:rsidR="00A93A1D" w:rsidRDefault="00A93A1D" w:rsidP="00A93A1D">
      <w:pPr>
        <w:numPr>
          <w:ilvl w:val="0"/>
          <w:numId w:val="0"/>
        </w:numPr>
      </w:pPr>
      <w:r>
        <w:rPr>
          <w:sz w:val="16"/>
        </w:rPr>
        <w:t xml:space="preserve">3. </w:t>
      </w:r>
      <w:r>
        <w:t>And Exalted is the Grandeur of our Lord—He never had a mate, nor a child.</w:t>
      </w:r>
    </w:p>
    <w:p w:rsidR="00A93A1D" w:rsidRDefault="00A93A1D" w:rsidP="00A93A1D">
      <w:pPr>
        <w:numPr>
          <w:ilvl w:val="0"/>
          <w:numId w:val="0"/>
        </w:numPr>
      </w:pPr>
      <w:r>
        <w:rPr>
          <w:sz w:val="16"/>
        </w:rPr>
        <w:t xml:space="preserve">4. </w:t>
      </w:r>
      <w:r>
        <w:t>But the fools among us used to say nonsense about Allah.</w:t>
      </w:r>
    </w:p>
    <w:p w:rsidR="00A93A1D" w:rsidRDefault="00A93A1D" w:rsidP="00A93A1D">
      <w:pPr>
        <w:numPr>
          <w:ilvl w:val="0"/>
          <w:numId w:val="0"/>
        </w:numPr>
      </w:pPr>
      <w:r>
        <w:rPr>
          <w:sz w:val="16"/>
        </w:rPr>
        <w:t xml:space="preserve">5. </w:t>
      </w:r>
      <w:r>
        <w:t>And we thought that humans and jinn would never utter lies about Allah.</w:t>
      </w:r>
    </w:p>
    <w:p w:rsidR="00A93A1D" w:rsidRDefault="00A93A1D" w:rsidP="00A93A1D">
      <w:pPr>
        <w:numPr>
          <w:ilvl w:val="0"/>
          <w:numId w:val="0"/>
        </w:numPr>
      </w:pPr>
      <w:r>
        <w:rPr>
          <w:sz w:val="16"/>
        </w:rPr>
        <w:t xml:space="preserve">6. </w:t>
      </w:r>
      <w:r>
        <w:t>Some individual humans used to seek power through some individual jinn, but they only increased them in confusion.</w:t>
      </w:r>
    </w:p>
    <w:p w:rsidR="00A93A1D" w:rsidRDefault="00A93A1D" w:rsidP="00A93A1D">
      <w:pPr>
        <w:numPr>
          <w:ilvl w:val="0"/>
          <w:numId w:val="0"/>
        </w:numPr>
      </w:pPr>
      <w:r>
        <w:rPr>
          <w:sz w:val="16"/>
        </w:rPr>
        <w:t xml:space="preserve">7. </w:t>
      </w:r>
      <w:r>
        <w:t>They thought, as you thought, that Allah would never resurrect anyone.</w:t>
      </w:r>
    </w:p>
    <w:p w:rsidR="00A93A1D" w:rsidRDefault="00A93A1D" w:rsidP="00A93A1D">
      <w:pPr>
        <w:numPr>
          <w:ilvl w:val="0"/>
          <w:numId w:val="0"/>
        </w:numPr>
      </w:pPr>
      <w:r>
        <w:rPr>
          <w:sz w:val="16"/>
        </w:rPr>
        <w:t xml:space="preserve">8. </w:t>
      </w:r>
      <w:r>
        <w:t>We probed the heaven, and found it filled with stern guards and projectiles.</w:t>
      </w:r>
    </w:p>
    <w:p w:rsidR="00A93A1D" w:rsidRDefault="00A93A1D" w:rsidP="00A93A1D">
      <w:pPr>
        <w:numPr>
          <w:ilvl w:val="0"/>
          <w:numId w:val="0"/>
        </w:numPr>
      </w:pPr>
      <w:r>
        <w:rPr>
          <w:sz w:val="16"/>
        </w:rPr>
        <w:t xml:space="preserve">9. </w:t>
      </w:r>
      <w:r>
        <w:t>We used to take up positions to listen in; but whoever listens now finds a projectile in wait for him.</w:t>
      </w:r>
    </w:p>
    <w:p w:rsidR="00A93A1D" w:rsidRDefault="00A93A1D" w:rsidP="00A93A1D">
      <w:pPr>
        <w:numPr>
          <w:ilvl w:val="0"/>
          <w:numId w:val="0"/>
        </w:numPr>
      </w:pPr>
      <w:r>
        <w:rPr>
          <w:sz w:val="16"/>
        </w:rPr>
        <w:t xml:space="preserve">10. </w:t>
      </w:r>
      <w:r>
        <w:t>We do not know whether ill is intended for those on earth, or if their Lord intends goodness for them.</w:t>
      </w:r>
    </w:p>
    <w:p w:rsidR="00A93A1D" w:rsidRDefault="00A93A1D" w:rsidP="00A93A1D">
      <w:pPr>
        <w:numPr>
          <w:ilvl w:val="0"/>
          <w:numId w:val="0"/>
        </w:numPr>
      </w:pPr>
      <w:r>
        <w:rPr>
          <w:sz w:val="16"/>
        </w:rPr>
        <w:t xml:space="preserve">11. </w:t>
      </w:r>
      <w:r>
        <w:t>Some of us are righteous, but some of us are less than that; we follow divergent paths.</w:t>
      </w:r>
    </w:p>
    <w:p w:rsidR="00A93A1D" w:rsidRDefault="00A93A1D" w:rsidP="00A93A1D">
      <w:pPr>
        <w:numPr>
          <w:ilvl w:val="0"/>
          <w:numId w:val="0"/>
        </w:numPr>
      </w:pPr>
      <w:r>
        <w:rPr>
          <w:sz w:val="16"/>
        </w:rPr>
        <w:t xml:space="preserve">12. </w:t>
      </w:r>
      <w:r>
        <w:t>We realized that we cannot defeat Allah on earth, and that we cannot escape Him by fleeing.</w:t>
      </w:r>
    </w:p>
    <w:p w:rsidR="00A93A1D" w:rsidRDefault="00A93A1D" w:rsidP="00A93A1D">
      <w:pPr>
        <w:numPr>
          <w:ilvl w:val="0"/>
          <w:numId w:val="0"/>
        </w:numPr>
      </w:pPr>
      <w:r>
        <w:rPr>
          <w:sz w:val="16"/>
        </w:rPr>
        <w:t xml:space="preserve">13. </w:t>
      </w:r>
      <w:r>
        <w:t>And when we heard the guidance, we believed in it. Whoever believes in his Lord fears neither loss, nor burden.</w:t>
      </w:r>
    </w:p>
    <w:p w:rsidR="00A93A1D" w:rsidRDefault="00A93A1D" w:rsidP="00A93A1D">
      <w:pPr>
        <w:numPr>
          <w:ilvl w:val="0"/>
          <w:numId w:val="0"/>
        </w:numPr>
      </w:pPr>
      <w:r>
        <w:rPr>
          <w:sz w:val="16"/>
        </w:rPr>
        <w:t xml:space="preserve">14. </w:t>
      </w:r>
      <w:r>
        <w:t>Among us are those who are submitting, and among us are the compromisers. As for those who have submitted—it is they who pursue rectitude.</w:t>
      </w:r>
    </w:p>
    <w:p w:rsidR="00A93A1D" w:rsidRDefault="00A93A1D" w:rsidP="00A93A1D">
      <w:pPr>
        <w:numPr>
          <w:ilvl w:val="0"/>
          <w:numId w:val="0"/>
        </w:numPr>
      </w:pPr>
      <w:r>
        <w:rPr>
          <w:sz w:val="16"/>
        </w:rPr>
        <w:t xml:space="preserve">15. </w:t>
      </w:r>
      <w:r>
        <w:t>But as for the compromisers—they will be firewood for Hell.’”</w:t>
      </w:r>
    </w:p>
    <w:p w:rsidR="00A93A1D" w:rsidRDefault="00A93A1D" w:rsidP="00A93A1D">
      <w:pPr>
        <w:numPr>
          <w:ilvl w:val="0"/>
          <w:numId w:val="0"/>
        </w:numPr>
      </w:pPr>
      <w:r>
        <w:rPr>
          <w:sz w:val="16"/>
        </w:rPr>
        <w:t xml:space="preserve">16. </w:t>
      </w:r>
      <w:r>
        <w:t>Had they kept true to the Path, We would have given them plenty water to drink.</w:t>
      </w:r>
    </w:p>
    <w:p w:rsidR="00A93A1D" w:rsidRDefault="00A93A1D" w:rsidP="00A93A1D">
      <w:pPr>
        <w:numPr>
          <w:ilvl w:val="0"/>
          <w:numId w:val="0"/>
        </w:numPr>
      </w:pPr>
      <w:r>
        <w:rPr>
          <w:sz w:val="16"/>
        </w:rPr>
        <w:t xml:space="preserve">17. </w:t>
      </w:r>
      <w:r>
        <w:t>To test them with it. Whoever turns away from the remembrance of his Lord, He will direct him to torment ever mounting.</w:t>
      </w:r>
    </w:p>
    <w:p w:rsidR="00A93A1D" w:rsidRDefault="00A93A1D" w:rsidP="00A93A1D">
      <w:pPr>
        <w:numPr>
          <w:ilvl w:val="0"/>
          <w:numId w:val="0"/>
        </w:numPr>
      </w:pPr>
      <w:r>
        <w:rPr>
          <w:sz w:val="16"/>
        </w:rPr>
        <w:lastRenderedPageBreak/>
        <w:t xml:space="preserve">18. </w:t>
      </w:r>
      <w:r>
        <w:t>The places of worship are for Allah. So do not call, besides Allah, upon anyone else.</w:t>
      </w:r>
    </w:p>
    <w:p w:rsidR="00A93A1D" w:rsidRDefault="00A93A1D" w:rsidP="00A93A1D">
      <w:pPr>
        <w:numPr>
          <w:ilvl w:val="0"/>
          <w:numId w:val="0"/>
        </w:numPr>
      </w:pPr>
      <w:r>
        <w:rPr>
          <w:sz w:val="16"/>
        </w:rPr>
        <w:t xml:space="preserve">19. </w:t>
      </w:r>
      <w:r>
        <w:t>And when the servant of Allah got up calling on Him, they almost fell on him in a mass.</w:t>
      </w:r>
    </w:p>
    <w:p w:rsidR="00A93A1D" w:rsidRDefault="00A93A1D" w:rsidP="00A93A1D">
      <w:pPr>
        <w:numPr>
          <w:ilvl w:val="0"/>
          <w:numId w:val="0"/>
        </w:numPr>
      </w:pPr>
      <w:r>
        <w:rPr>
          <w:sz w:val="16"/>
        </w:rPr>
        <w:t xml:space="preserve">20. </w:t>
      </w:r>
      <w:r>
        <w:t>Say, “I pray only to my Lord, and I never associate anyone with Him.”</w:t>
      </w:r>
    </w:p>
    <w:p w:rsidR="00A93A1D" w:rsidRDefault="00A93A1D" w:rsidP="00A93A1D">
      <w:pPr>
        <w:numPr>
          <w:ilvl w:val="0"/>
          <w:numId w:val="0"/>
        </w:numPr>
      </w:pPr>
      <w:r>
        <w:rPr>
          <w:sz w:val="16"/>
        </w:rPr>
        <w:t xml:space="preserve">21. </w:t>
      </w:r>
      <w:r>
        <w:t>Say, “It is not in my power to harm you, nor to bring you to right conduct.”</w:t>
      </w:r>
    </w:p>
    <w:p w:rsidR="00A93A1D" w:rsidRDefault="00A93A1D" w:rsidP="00A93A1D">
      <w:pPr>
        <w:numPr>
          <w:ilvl w:val="0"/>
          <w:numId w:val="0"/>
        </w:numPr>
      </w:pPr>
      <w:r>
        <w:rPr>
          <w:sz w:val="16"/>
        </w:rPr>
        <w:t xml:space="preserve">22. </w:t>
      </w:r>
      <w:r>
        <w:t>Say, “No one can protect me from Allah, and I will not find any refuge except with Him.</w:t>
      </w:r>
    </w:p>
    <w:p w:rsidR="00A93A1D" w:rsidRDefault="00A93A1D" w:rsidP="00A93A1D">
      <w:pPr>
        <w:numPr>
          <w:ilvl w:val="0"/>
          <w:numId w:val="0"/>
        </w:numPr>
      </w:pPr>
      <w:r>
        <w:rPr>
          <w:sz w:val="16"/>
        </w:rPr>
        <w:t xml:space="preserve">23. </w:t>
      </w:r>
      <w:r>
        <w:t>Except for a proclamation from Allah and His messages. He who defies Allah and His Messenger—for him is the Fire of Hell, in which they will dwell forever.”</w:t>
      </w:r>
    </w:p>
    <w:p w:rsidR="00A93A1D" w:rsidRDefault="00A93A1D" w:rsidP="00A93A1D">
      <w:pPr>
        <w:numPr>
          <w:ilvl w:val="0"/>
          <w:numId w:val="0"/>
        </w:numPr>
      </w:pPr>
      <w:r>
        <w:rPr>
          <w:sz w:val="16"/>
        </w:rPr>
        <w:t xml:space="preserve">24. </w:t>
      </w:r>
      <w:r>
        <w:t>Until, when they see what they were promised, they will know who is weaker in helpers, and fewer in numbers.</w:t>
      </w:r>
    </w:p>
    <w:p w:rsidR="00A93A1D" w:rsidRDefault="00A93A1D" w:rsidP="00A93A1D">
      <w:pPr>
        <w:numPr>
          <w:ilvl w:val="0"/>
          <w:numId w:val="0"/>
        </w:numPr>
      </w:pPr>
      <w:r>
        <w:rPr>
          <w:sz w:val="16"/>
        </w:rPr>
        <w:t xml:space="preserve">25. </w:t>
      </w:r>
      <w:r>
        <w:t>Say, “I do not know whether what you are promised is near, or whether my Lord will extend it for a period.”</w:t>
      </w:r>
    </w:p>
    <w:p w:rsidR="00A93A1D" w:rsidRDefault="00A93A1D" w:rsidP="00A93A1D">
      <w:pPr>
        <w:numPr>
          <w:ilvl w:val="0"/>
          <w:numId w:val="0"/>
        </w:numPr>
      </w:pPr>
      <w:r>
        <w:rPr>
          <w:sz w:val="16"/>
        </w:rPr>
        <w:t xml:space="preserve">26. </w:t>
      </w:r>
      <w:r>
        <w:t>The Knower of the Invisible; He does not disclose His Invisible to anyone.</w:t>
      </w:r>
    </w:p>
    <w:p w:rsidR="00A93A1D" w:rsidRDefault="00A93A1D" w:rsidP="00A93A1D">
      <w:pPr>
        <w:numPr>
          <w:ilvl w:val="0"/>
          <w:numId w:val="0"/>
        </w:numPr>
      </w:pPr>
      <w:r>
        <w:rPr>
          <w:sz w:val="16"/>
        </w:rPr>
        <w:t xml:space="preserve">27. </w:t>
      </w:r>
      <w:r>
        <w:t>Except to a Messenger of His choosing. He then dispatches guards before him and behind him.</w:t>
      </w:r>
    </w:p>
    <w:p w:rsidR="00A93A1D" w:rsidRPr="00EE7E11" w:rsidRDefault="00A93A1D" w:rsidP="00A93A1D">
      <w:pPr>
        <w:numPr>
          <w:ilvl w:val="0"/>
          <w:numId w:val="0"/>
        </w:numPr>
      </w:pPr>
      <w:r w:rsidRPr="00EE7E11">
        <w:rPr>
          <w:sz w:val="16"/>
        </w:rPr>
        <w:t xml:space="preserve">28. </w:t>
      </w:r>
      <w:r>
        <w:t>That He may know that they have conveyed the messages of their Lord. He encompasses what they have, and has tallied everything by number.</w:t>
      </w:r>
    </w:p>
    <w:sectPr w:rsidR="00A93A1D" w:rsidRPr="00EE7E11" w:rsidSect="002F6AA3">
      <w:pgSz w:w="12240" w:h="15840"/>
      <w:pgMar w:top="1080" w:right="2520" w:bottom="1080" w:left="25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98047A"/>
    <w:multiLevelType w:val="multilevel"/>
    <w:tmpl w:val="8DF6B8B4"/>
    <w:name w:val="QuranList"/>
    <w:lvl w:ilvl="0">
      <w:start w:val="1"/>
      <w:numFmt w:val="decimal"/>
      <w:pStyle w:val="Normal"/>
      <w:suff w:val="space"/>
      <w:lvlText w:val="%1."/>
      <w:lvlJc w:val="left"/>
      <w:pPr>
        <w:ind w:left="0" w:firstLine="0"/>
      </w:pPr>
      <w:rPr>
        <w:rFonts w:hint="default"/>
        <w:sz w:val="16"/>
      </w:rPr>
    </w:lvl>
    <w:lvl w:ilvl="1">
      <w:start w:val="1"/>
      <w:numFmt w:val="none"/>
      <w:lvlText w:val="1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246918CD"/>
    <w:multiLevelType w:val="hybridMultilevel"/>
    <w:tmpl w:val="5D4202C4"/>
    <w:lvl w:ilvl="0" w:tplc="7B2E144E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DE2A6D"/>
    <w:multiLevelType w:val="multilevel"/>
    <w:tmpl w:val="977855E2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2ECE592C"/>
    <w:multiLevelType w:val="hybridMultilevel"/>
    <w:tmpl w:val="ECEA5956"/>
    <w:lvl w:ilvl="0" w:tplc="DEAC1EAC">
      <w:start w:val="1"/>
      <w:numFmt w:val="decimal"/>
      <w:pStyle w:val="NoSpacing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4A18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070B"/>
    <w:rsid w:val="0024267C"/>
    <w:rsid w:val="002F6AA3"/>
    <w:rsid w:val="00392DA1"/>
    <w:rsid w:val="004F46AB"/>
    <w:rsid w:val="0050757D"/>
    <w:rsid w:val="00594119"/>
    <w:rsid w:val="005D35C4"/>
    <w:rsid w:val="0066212F"/>
    <w:rsid w:val="00755F31"/>
    <w:rsid w:val="00A6637C"/>
    <w:rsid w:val="00A74EDB"/>
    <w:rsid w:val="00A879FD"/>
    <w:rsid w:val="00A93A1D"/>
    <w:rsid w:val="00B671D7"/>
    <w:rsid w:val="00C029BA"/>
    <w:rsid w:val="00C26D04"/>
    <w:rsid w:val="00CD4980"/>
    <w:rsid w:val="00EE7E11"/>
    <w:rsid w:val="00EF070B"/>
    <w:rsid w:val="00F32C20"/>
    <w:rsid w:val="00F77479"/>
    <w:rsid w:val="00FC6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72ADB51-DA6E-4974-A174-E30762B19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F32C20"/>
    <w:pPr>
      <w:numPr>
        <w:numId w:val="6"/>
      </w:numPr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F6AA3"/>
    <w:pPr>
      <w:ind w:left="720"/>
      <w:contextualSpacing/>
    </w:pPr>
  </w:style>
  <w:style w:type="paragraph" w:styleId="NoSpacing">
    <w:name w:val="No Spacing"/>
    <w:uiPriority w:val="1"/>
    <w:qFormat/>
    <w:rsid w:val="00FC64BE"/>
    <w:pPr>
      <w:numPr>
        <w:numId w:val="2"/>
      </w:num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26D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6D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lal\Documents\001%20Assembla\trunk\_Allah\Doc%20Files\Template1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Template1.dotm</Template>
  <TotalTime>0</TotalTime>
  <Pages>2</Pages>
  <Words>422</Words>
  <Characters>2409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Talal</dc:creator>
  <cp:lastModifiedBy>titani@airmail.net</cp:lastModifiedBy>
  <cp:revision>2</cp:revision>
  <dcterms:created xsi:type="dcterms:W3CDTF">2016-07-09T16:57:00Z</dcterms:created>
  <dcterms:modified xsi:type="dcterms:W3CDTF">2016-07-09T16:57:00Z</dcterms:modified>
</cp:coreProperties>
</file>