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69E" w:rsidRDefault="00AA769E" w:rsidP="00EE7E11">
      <w:pPr>
        <w:numPr>
          <w:ilvl w:val="0"/>
          <w:numId w:val="0"/>
        </w:numPr>
      </w:pPr>
      <w:bookmarkStart w:id="0" w:name="_GoBack"/>
      <w:bookmarkEnd w:id="0"/>
      <w:r>
        <w:t>al-Qalam  (The Pen)</w:t>
      </w:r>
    </w:p>
    <w:p w:rsidR="00AA769E" w:rsidRDefault="00AA769E" w:rsidP="00EE7E11">
      <w:pPr>
        <w:numPr>
          <w:ilvl w:val="0"/>
          <w:numId w:val="0"/>
        </w:numPr>
      </w:pPr>
      <w:r>
        <w:t>In the name of Allah, the Gracious, the Merciful.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Noon. By the pen, and by what they inscribe.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By the grace of your Lord, you are not insane.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In fact, you will have a reward that will never end.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you are of a great moral character.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You will see, and they will see.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Which of you is the afflicted.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Your Lord knows best who has strayed from His path, and He knows best the well-guided.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So do not obey the deniers.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They would like you to compromise, so they would compromise.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do not obey any vile swearer.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Backbiter, spreader of slander.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Preventer of good, transgressor, sinner.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Rude and fake besides.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Just because he has money and children.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When Our Verses are recited to him, he says, “Myths of the ancients!”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We will brand him on the muzzle.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We tested them, as We tested the owners of the garden, when they vowed to harvest it in the morning.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Without any reservation.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But a calamity from your Lord went around it while they slept.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in the morning it was as if picked.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In the morning, they called to one another.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“Go early to your plantation, if you are going to harvest.”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So off they went, murmuring to one another.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“No poor person is to enter it upon you today.”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lastRenderedPageBreak/>
        <w:t xml:space="preserve">25. </w:t>
      </w:r>
      <w:r>
        <w:t>And early they went, resolved in intent.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But when they saw it, they said, “We were wrong.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We are now deprived.”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The most reasonable of them said, “Did I not say to you, ‘if only you would glorify?’”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They said, “Glory to our Lord—We were indeed in the wrong.”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Then they turned to one another, blaming one another.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They said, “Woe to us—we were indeed domineering.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Perhaps our Lord will give us a better substitute for it. We are turning to our Lord.”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Such is the punishment; but the punishment of the Hereafter is greater, if they only knew.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For the righteous are Gardens of Delight with their Lord.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Shall We treat the Muslims like the villains?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What is the matter with you? How do you judge?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Or do you have a scripture in which you study.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Wherein there is whatever you choose?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Or do you have oaths from Us, binding until the Day of Resurrection, that you will have whatever you demand?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Ask them, which of them will guarantee that.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Or do they have partners? Then let them produce their partners, if they are truthful.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On the Day when the Shin will be exposed, and they will be called to bow down, but they will be unable.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Their eyes subdued, shame will cover them. They were invited to bow down when they were sound.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So leave Me to those who reject this discourse; We will proceed against them gradually, from where they do not know.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And I will give them respite. My plan is firm.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Or do you ask them for a fee, so they are burdened with debt?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lastRenderedPageBreak/>
        <w:t xml:space="preserve">47. </w:t>
      </w:r>
      <w:r>
        <w:t>Or do they know the future, and so they write it down?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So wait patiently for the Decision of your Lord, and do not be like the Fellow of the Fish who cried out in despair.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Were it not for his Lord’s favor that reached him, he would have been thrown into the wilderness, fully despised.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But his Lord chose him, and made him one of the righteous.</w:t>
      </w:r>
    </w:p>
    <w:p w:rsidR="00AA769E" w:rsidRDefault="00AA769E" w:rsidP="00AA769E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Those who disbelieve almost stab you with their glances when they hear the message, and say, “He is crazy!”</w:t>
      </w:r>
    </w:p>
    <w:p w:rsidR="00AA769E" w:rsidRPr="00EE7E11" w:rsidRDefault="00AA769E" w:rsidP="00AA769E">
      <w:pPr>
        <w:numPr>
          <w:ilvl w:val="0"/>
          <w:numId w:val="0"/>
        </w:numPr>
      </w:pPr>
      <w:r w:rsidRPr="00EE7E11">
        <w:rPr>
          <w:sz w:val="16"/>
        </w:rPr>
        <w:t xml:space="preserve">52. </w:t>
      </w:r>
      <w:r>
        <w:t>But it is no less than a reminder to all the Worlds.</w:t>
      </w:r>
    </w:p>
    <w:sectPr w:rsidR="00AA769E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AA769E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