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A43" w:rsidRDefault="00155A43" w:rsidP="00EE7E11">
      <w:pPr>
        <w:numPr>
          <w:ilvl w:val="0"/>
          <w:numId w:val="0"/>
        </w:numPr>
      </w:pPr>
      <w:bookmarkStart w:id="0" w:name="_GoBack"/>
      <w:bookmarkEnd w:id="0"/>
      <w:r>
        <w:t>al-Waqi'ah  (The Inevitable)</w:t>
      </w:r>
    </w:p>
    <w:p w:rsidR="00155A43" w:rsidRDefault="00155A43" w:rsidP="00EE7E11">
      <w:pPr>
        <w:numPr>
          <w:ilvl w:val="0"/>
          <w:numId w:val="0"/>
        </w:numPr>
      </w:pPr>
      <w:r>
        <w:t>In the name of Allah, the Gracious, the Merciful.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 inevitable occurs.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Of its occurrence, there is no denial.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Bringing low, raising high.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When the earth is shaken with a shock.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the mountains are crushed and crumbled.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they become scattered dust.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you become three classes.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Those on the Right—what of those on the Right?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those on the Left—what of those on the Left?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 forerunners, the forerunners.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Those are the nearest.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In the Gardens of Bliss.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 throng from the ancients.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a small band from the latecomers.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On luxurious furnishings.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Reclining on them, facing one another.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Serving them will be immortalized youth.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With cups, pitchers, and sparkling drinks.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Causing them neither headache, nor intoxication.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fruits of their choice.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And meat of birds that they may desire.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And lovely companions.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The likenesses of treasured pearls.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As a reward for what they used to do.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Therein they will hear no nonsense, and no accusations.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But only the greeting: “Peace, peace.”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those on the Right—what of those on the Right?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In lush orchards.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And sweet-smelling plants.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And extended shade.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And outpouring water.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And abundant fruit.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Neither withheld, nor forbidden.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And uplifted mattresses.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We have created them of special creation.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made them virgins.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Tender and un-aging.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For those on the Right.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A throng from the ancients.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And a throng from the latecomers.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And those on the Left—what of those on the Left?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Amid searing wind and boiling water.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And a shadow of thick smoke.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Neither cool, nor refreshing.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They had lived before that in luxury.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And they used to persist in immense wrongdoing.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And they used to say, “When we are dead and turned into dust and bones, are we to be resurrected?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And our ancient ancestors too?”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Say, “The first and the last.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Will be gathered for the appointment of a familiar Day.”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Then you, you misguided, who deny the truth.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lastRenderedPageBreak/>
        <w:t xml:space="preserve">52. </w:t>
      </w:r>
      <w:r>
        <w:t>Will be eating from the Tree of Bitterness.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Will be filling your bellies with it.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Will be drinking on top of it boiling water.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 xml:space="preserve">Drinking like thirsty camels drink. 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That is their hospitality on the Day of Retribution.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We created you—if only you would believe!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Have you seen what you ejaculate?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59. </w:t>
      </w:r>
      <w:r>
        <w:t>Is it you who create it, or are We the Creator?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60. </w:t>
      </w:r>
      <w:r>
        <w:t>We have decreed death among you, and We will not be outstripped.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61. </w:t>
      </w:r>
      <w:r>
        <w:t>In replacing you with your likes, and transforming you into what you do not know.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62. </w:t>
      </w:r>
      <w:r>
        <w:t>You have known the first formation; if only you would remember.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63. </w:t>
      </w:r>
      <w:r>
        <w:t>Have you seen what you cultivate?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64. </w:t>
      </w:r>
      <w:r>
        <w:t>Is it you who make it grow, or are We the Grower?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65. </w:t>
      </w:r>
      <w:r>
        <w:t>If We will, We can turn it into rubble; then you will lament.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66. </w:t>
      </w:r>
      <w:r>
        <w:t>“We are penalized.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67. </w:t>
      </w:r>
      <w:r>
        <w:t>No, we are being deprived.”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68. </w:t>
      </w:r>
      <w:r>
        <w:t>Have you seen the water you drink?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69. </w:t>
      </w:r>
      <w:r>
        <w:t>Is it you who sent it down from the clouds, or are We the Sender?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70. </w:t>
      </w:r>
      <w:r>
        <w:t>If We will, We can make it salty. Will you not be thankful?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71. </w:t>
      </w:r>
      <w:r>
        <w:t>Have you seen the fire you kindle?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72. </w:t>
      </w:r>
      <w:r>
        <w:t>Is it you who produce its tree, or are We the Producer?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73. </w:t>
      </w:r>
      <w:r>
        <w:t>We have made it a reminder, and a comfort for the users.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74. </w:t>
      </w:r>
      <w:r>
        <w:t>So glorify the Name of your Great Lord.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75. </w:t>
      </w:r>
      <w:r>
        <w:t>I swear by the locations of the stars.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76. </w:t>
      </w:r>
      <w:r>
        <w:t>It is an oath, if you only knew, that is tremendous.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77. </w:t>
      </w:r>
      <w:r>
        <w:t>It is a noble Quran.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78. </w:t>
      </w:r>
      <w:r>
        <w:t>In a well-protected Book.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79. </w:t>
      </w:r>
      <w:r>
        <w:t>None can grasp it except the purified.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80. </w:t>
      </w:r>
      <w:r>
        <w:t>A revelation from the Lord of the Worlds.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81. </w:t>
      </w:r>
      <w:r>
        <w:t>Is it this discourse that you take so lightly?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82. </w:t>
      </w:r>
      <w:r>
        <w:t>And you make it your livelihood to deny it?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83. </w:t>
      </w:r>
      <w:r>
        <w:t>So when it has reached the throat.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84. </w:t>
      </w:r>
      <w:r>
        <w:t>As you are looking on.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85. </w:t>
      </w:r>
      <w:r>
        <w:t>We are nearer to it than you are, but you do not see.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86. </w:t>
      </w:r>
      <w:r>
        <w:t>If you are not held to account.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87. </w:t>
      </w:r>
      <w:r>
        <w:t>Then bring it back, if you are truthful.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88. </w:t>
      </w:r>
      <w:r>
        <w:t>But if he is one of those brought near.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89. </w:t>
      </w:r>
      <w:r>
        <w:t>Then happiness, and flowers, and Garden of Delights.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90. </w:t>
      </w:r>
      <w:r>
        <w:t>And if he is one of those on the Right.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91. </w:t>
      </w:r>
      <w:r>
        <w:t>Then, “Peace upon you,” from those on the Right.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92. </w:t>
      </w:r>
      <w:r>
        <w:t>But if he is one of the deniers, the mistaken.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93. </w:t>
      </w:r>
      <w:r>
        <w:t>Then a welcome of Inferno.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94. </w:t>
      </w:r>
      <w:r>
        <w:t>And burning in Hell.</w:t>
      </w:r>
    </w:p>
    <w:p w:rsidR="00155A43" w:rsidRDefault="00155A43" w:rsidP="00155A43">
      <w:pPr>
        <w:numPr>
          <w:ilvl w:val="0"/>
          <w:numId w:val="0"/>
        </w:numPr>
      </w:pPr>
      <w:r>
        <w:rPr>
          <w:sz w:val="16"/>
        </w:rPr>
        <w:t xml:space="preserve">95. </w:t>
      </w:r>
      <w:r>
        <w:t>This is the certain truth.</w:t>
      </w:r>
    </w:p>
    <w:p w:rsidR="00155A43" w:rsidRPr="00EE7E11" w:rsidRDefault="00155A43" w:rsidP="00155A43">
      <w:pPr>
        <w:numPr>
          <w:ilvl w:val="0"/>
          <w:numId w:val="0"/>
        </w:numPr>
      </w:pPr>
      <w:r w:rsidRPr="00EE7E11">
        <w:rPr>
          <w:sz w:val="16"/>
        </w:rPr>
        <w:t xml:space="preserve">96. </w:t>
      </w:r>
      <w:r>
        <w:t>So glorify the Name of your Lord, the Magnificent</w:t>
      </w:r>
    </w:p>
    <w:sectPr w:rsidR="00155A43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155A43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