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4B0" w:rsidRDefault="003164B0" w:rsidP="00EE7E11">
      <w:pPr>
        <w:numPr>
          <w:ilvl w:val="0"/>
          <w:numId w:val="0"/>
        </w:numPr>
      </w:pPr>
      <w:bookmarkStart w:id="0" w:name="_GoBack"/>
      <w:bookmarkEnd w:id="0"/>
      <w:r>
        <w:t>al-Hijr  (The Rock)</w:t>
      </w:r>
    </w:p>
    <w:p w:rsidR="003164B0" w:rsidRDefault="003164B0" w:rsidP="00EE7E11">
      <w:pPr>
        <w:numPr>
          <w:ilvl w:val="0"/>
          <w:numId w:val="0"/>
        </w:numPr>
      </w:pPr>
      <w:r>
        <w:t>In the name of Allah, the Gracious, the Merciful.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Alif, Lam, Ra. These are the Verses of the Book; a Quran that makes things clear.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 xml:space="preserve">Perhaps those who disbelieve would like to become Muslims.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Leave them to eat, and enjoy, and be lulled by hope. They will find out.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We have never destroyed a town unless it had a set time.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No nation can bring its time forward, nor can they delay it.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And they said, “O you who received the message, you are insane.”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7. </w:t>
      </w:r>
      <w:r>
        <w:t>Why do you not bring us the angels, if you are truthful?”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8. </w:t>
      </w:r>
      <w:r>
        <w:t>We do not send the angels down except with reason, and they will not be held back.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9. </w:t>
      </w:r>
      <w:r>
        <w:t xml:space="preserve">Surely We revealed the Message, and We will surely preserve it.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10. </w:t>
      </w:r>
      <w:r>
        <w:t>We sent others before you, to the former communities.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11. </w:t>
      </w:r>
      <w:r>
        <w:t>But no messenger came to them, but they ridiculed him.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12. </w:t>
      </w:r>
      <w:r>
        <w:t>Thus We slip it into the hearts of the guilty.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13. </w:t>
      </w:r>
      <w:r>
        <w:t>They do not believe in it, though the ways of the ancients have passed away.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14. </w:t>
      </w:r>
      <w:r>
        <w:t>Even if We opened for them a gateway into the sky, and they began to ascend through it.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15. </w:t>
      </w:r>
      <w:r>
        <w:t>They would still say, “Our eyes are hallucinating; in fact, we are people bewitched.”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16. </w:t>
      </w:r>
      <w:r>
        <w:t>We placed constellations in the sky, and made them beautiful to the beholders.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17. </w:t>
      </w:r>
      <w:r>
        <w:t>And We guarded them from every outcast devil.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18. </w:t>
      </w:r>
      <w:r>
        <w:t>Except one who steals a hearing, and is followed by a visible projectile.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19. </w:t>
      </w:r>
      <w:r>
        <w:t>We spread the earth, and placed stabilizers in it, and in it We grew all things in proper measure.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20. </w:t>
      </w:r>
      <w:r>
        <w:t>And in it We created livelihoods for you, and for those for whom you are not the providers.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lastRenderedPageBreak/>
        <w:t xml:space="preserve">21. </w:t>
      </w:r>
      <w:r>
        <w:t>There is not a thing but with Us are its stores, and We send it down only in precise measure.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22. </w:t>
      </w:r>
      <w:r>
        <w:t>We send the fertilizing winds; and send down water from the sky, and give it to you to drink, and you are not the ones who store it.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23. </w:t>
      </w:r>
      <w:r>
        <w:t>It is We who give life and cause death, and We are the Inheritors.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24. </w:t>
      </w:r>
      <w:r>
        <w:t>And We know those of you who go forward, and We know those who lag behind.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25. </w:t>
      </w:r>
      <w:r>
        <w:t>It is your Lord who will gather them together. He is the Wise, the Knowing.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26. </w:t>
      </w:r>
      <w:r>
        <w:t>We created the human being from clay, from molded mud.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27. </w:t>
      </w:r>
      <w:r>
        <w:t>And the jinn We created before, from piercing fire.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28. </w:t>
      </w:r>
      <w:r>
        <w:t>Your Lord said to the angels, “I am creating a human being from clay, from molded mud.”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29. </w:t>
      </w:r>
      <w:r>
        <w:t>“When I have formed him, and breathed into him of My spirit, fall down prostrating before him.”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30. </w:t>
      </w:r>
      <w:r>
        <w:t>So the angels prostrated themselves, all together.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31. </w:t>
      </w:r>
      <w:r>
        <w:t>Except for Satan. He refused to be among those who prostrated themselves.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32. </w:t>
      </w:r>
      <w:r>
        <w:t>He said, “O Satan, what kept you from being among those who prostrated themselves?”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33. </w:t>
      </w:r>
      <w:r>
        <w:t>He said, “I am not about to prostrate myself before a human being, whom You created from clay, from molded mud.”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34. </w:t>
      </w:r>
      <w:r>
        <w:t>He said, “Then get out of here, for you are an outcast”.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35. </w:t>
      </w:r>
      <w:r>
        <w:t>“And the curse will be upon you until the Day of Judgment.”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36. </w:t>
      </w:r>
      <w:r>
        <w:t>He said, “My Lord, reprieve me until the Day they are resurrected.”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37. </w:t>
      </w:r>
      <w:r>
        <w:t>He said, “You are of those reprieved.”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38. </w:t>
      </w:r>
      <w:r>
        <w:t>“Until the Day of the time appointed.”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39. </w:t>
      </w:r>
      <w:r>
        <w:t>He said, “My Lord, since You have lured me away, I will glamorize for them on earth, and I will lure them all away.”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40. </w:t>
      </w:r>
      <w:r>
        <w:t>“Except for Your sincere servants among them.”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41. </w:t>
      </w:r>
      <w:r>
        <w:t>He said, “This is a right way with Me.”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lastRenderedPageBreak/>
        <w:t xml:space="preserve">42. </w:t>
      </w:r>
      <w:r>
        <w:t>“Over My servants you have no authority, except for the sinners who follow you.”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43. </w:t>
      </w:r>
      <w:r>
        <w:t xml:space="preserve">And Hell is the meeting-place for them all.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44. </w:t>
      </w:r>
      <w:r>
        <w:t>“It has seven doors; for each door is an assigned class.”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45. </w:t>
      </w:r>
      <w:r>
        <w:t xml:space="preserve">But the righteous will be in gardens with springs.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46. </w:t>
      </w:r>
      <w:r>
        <w:t>“Enter it in peace and security.”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47. </w:t>
      </w:r>
      <w:r>
        <w:t>And We will remove all ill-feelings from their hearts—brothers and sisters, on couches facing one another.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48. </w:t>
      </w:r>
      <w:r>
        <w:t>No fatigue will ever touch them therein, nor will they be asked to leave it.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49. </w:t>
      </w:r>
      <w:r>
        <w:t>Inform My servants that I am the Forgiver, the Merciful.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50. </w:t>
      </w:r>
      <w:r>
        <w:t>And that My punishment is the painful punishment.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51. </w:t>
      </w:r>
      <w:r>
        <w:t xml:space="preserve">And inform them of the guests of Abraham.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52. </w:t>
      </w:r>
      <w:r>
        <w:t>When they entered upon him, and said, “Peace.” He said, “We are wary of you.”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53. </w:t>
      </w:r>
      <w:r>
        <w:t>They said, “Do not fear; we bring you good news of a boy endowed with knowledge.”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54. </w:t>
      </w:r>
      <w:r>
        <w:t>He said, “Do you bring me good news, when old age has overtaken me? What good news do you bring?”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55. </w:t>
      </w:r>
      <w:r>
        <w:t>They said, “We bring you good news in truth, so do not despair.”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56. </w:t>
      </w:r>
      <w:r>
        <w:t>He said, “And who despairs of his Lord’s mercy but the lost?”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57. </w:t>
      </w:r>
      <w:r>
        <w:t>He said, “So what is your business, O envoys?”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58. </w:t>
      </w:r>
      <w:r>
        <w:t>They said, “We were sent to a sinful people.”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59. </w:t>
      </w:r>
      <w:r>
        <w:t>“Except for the family of Lot; we will save them all.”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60. </w:t>
      </w:r>
      <w:r>
        <w:t>“Except for his wife.” We have determined that she will be of those who lag behind.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61. </w:t>
      </w:r>
      <w:r>
        <w:t>And when the envoys came to the family of Lot.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62. </w:t>
      </w:r>
      <w:r>
        <w:t>He said, “You are a people unknown to me.”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63. </w:t>
      </w:r>
      <w:r>
        <w:t>They said, “We bring you what they have doubts about.”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64. </w:t>
      </w:r>
      <w:r>
        <w:t>“We bring you the truth, and we are truthful.”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65. </w:t>
      </w:r>
      <w:r>
        <w:t>“Travel with your family at the dead of the night, and follow up behind them, and let none of you look back, and proceed as commanded.”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66. </w:t>
      </w:r>
      <w:r>
        <w:t>And We informed him of Our decree: the last remnant of these will be uprooted by early morning.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67. </w:t>
      </w:r>
      <w:r>
        <w:t>And the people of the town came joyfully.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68. </w:t>
      </w:r>
      <w:r>
        <w:t>He said, “These are my guests, so do not embarrass me.”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69. </w:t>
      </w:r>
      <w:r>
        <w:t>“And fear Allah, and do not disgrace me.”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70. </w:t>
      </w:r>
      <w:r>
        <w:t>They said, “Did we not forbid you from strangers?”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71. </w:t>
      </w:r>
      <w:r>
        <w:t>He said, “These are my daughters, if you must.”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72. </w:t>
      </w:r>
      <w:r>
        <w:t>By your life, they were blundering in their drunkenness.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73. </w:t>
      </w:r>
      <w:r>
        <w:t>So the Blast struck them at sunrise.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74. </w:t>
      </w:r>
      <w:r>
        <w:t>And We turned it upside down, and rained down upon them stones of baked clay.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75. </w:t>
      </w:r>
      <w:r>
        <w:t>Surely in that are lessons for those who read signs.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76. </w:t>
      </w:r>
      <w:r>
        <w:t>And it is on an existing road.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77. </w:t>
      </w:r>
      <w:r>
        <w:t>Surely in that is a sign for the believers.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78. </w:t>
      </w:r>
      <w:r>
        <w:t>The people of the Woods were also wrongdoers.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79. </w:t>
      </w:r>
      <w:r>
        <w:t>So We took revenge upon them. Both are clearly documented.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80. </w:t>
      </w:r>
      <w:r>
        <w:t>The people of the Rock also rejected the messengers.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81. </w:t>
      </w:r>
      <w:r>
        <w:t>We gave them Our revelations, but they turned away from them.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82. </w:t>
      </w:r>
      <w:r>
        <w:t>They used to carve homes in the mountains, feeling secure.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83. </w:t>
      </w:r>
      <w:r>
        <w:t>But the Blast struck them in the morning.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84. </w:t>
      </w:r>
      <w:r>
        <w:t xml:space="preserve">All they had acquired was of no avail to them. 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85. </w:t>
      </w:r>
      <w:r>
        <w:t>We did not create the heavens and the earth, and what lies between them, except with truth. The Hour is coming, so forgive with gracious forgiveness.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86. </w:t>
      </w:r>
      <w:r>
        <w:t>Your Lord is the All-Knowing Creator.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87. </w:t>
      </w:r>
      <w:r>
        <w:t>We have given you seven of the pairs, and the Grand Quran.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88. </w:t>
      </w:r>
      <w:r>
        <w:t>Do not extend your eyes towards what We have bestowed on some couples of them to enjoy, and do not grieve over them, and lower your wing to the believers.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89. </w:t>
      </w:r>
      <w:r>
        <w:t>And say, “I am the clear warner.”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90. </w:t>
      </w:r>
      <w:r>
        <w:t>Just as We sent down to the separatists.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91. </w:t>
      </w:r>
      <w:r>
        <w:t>Those who made the Quran obsolete.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92. </w:t>
      </w:r>
      <w:r>
        <w:t>By your Lord, we will question them all.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93. </w:t>
      </w:r>
      <w:r>
        <w:t>About what they used to do.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94. </w:t>
      </w:r>
      <w:r>
        <w:t>So proclaim openly what you are commanded, and turn away from the polytheists.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95. </w:t>
      </w:r>
      <w:r>
        <w:t>We are enough for you against the mockers.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96. </w:t>
      </w:r>
      <w:r>
        <w:t>Those who set up another god with Allah. They will come to know.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97. </w:t>
      </w:r>
      <w:r>
        <w:t>We are aware that your heart is strained by what they say.</w:t>
      </w:r>
    </w:p>
    <w:p w:rsidR="003164B0" w:rsidRDefault="003164B0" w:rsidP="003164B0">
      <w:pPr>
        <w:numPr>
          <w:ilvl w:val="0"/>
          <w:numId w:val="0"/>
        </w:numPr>
      </w:pPr>
      <w:r>
        <w:rPr>
          <w:sz w:val="16"/>
        </w:rPr>
        <w:t xml:space="preserve">98. </w:t>
      </w:r>
      <w:r>
        <w:t>So glorify the praise of your Lord, and be among those who bow down.</w:t>
      </w:r>
    </w:p>
    <w:p w:rsidR="003164B0" w:rsidRPr="00EE7E11" w:rsidRDefault="003164B0" w:rsidP="003164B0">
      <w:pPr>
        <w:numPr>
          <w:ilvl w:val="0"/>
          <w:numId w:val="0"/>
        </w:numPr>
      </w:pPr>
      <w:r w:rsidRPr="00EE7E11">
        <w:rPr>
          <w:sz w:val="16"/>
        </w:rPr>
        <w:t xml:space="preserve">99. </w:t>
      </w:r>
      <w:r>
        <w:t>And worship your Lord in order to attain certainty.</w:t>
      </w:r>
    </w:p>
    <w:sectPr w:rsidR="003164B0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164B0"/>
    <w:rsid w:val="00392DA1"/>
    <w:rsid w:val="004F46AB"/>
    <w:rsid w:val="0050757D"/>
    <w:rsid w:val="00594119"/>
    <w:rsid w:val="005D35C4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3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2016-07-09T16:55:00Z</dcterms:created>
  <dcterms:modified xsi:type="dcterms:W3CDTF">2016-07-09T16:55:00Z</dcterms:modified>
</cp:coreProperties>
</file>