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8EF" w:rsidRDefault="005D48EF" w:rsidP="00EE7E11">
      <w:pPr>
        <w:numPr>
          <w:ilvl w:val="0"/>
          <w:numId w:val="0"/>
        </w:numPr>
      </w:pPr>
      <w:bookmarkStart w:id="0" w:name="_GoBack"/>
      <w:bookmarkEnd w:id="0"/>
      <w:r>
        <w:t>al-Fatihah  (The Opening)</w:t>
      </w:r>
    </w:p>
    <w:p w:rsidR="005D48EF" w:rsidRDefault="005D48EF" w:rsidP="005D48EF">
      <w:pPr>
        <w:numPr>
          <w:ilvl w:val="0"/>
          <w:numId w:val="0"/>
        </w:numPr>
      </w:pPr>
      <w:r>
        <w:rPr>
          <w:sz w:val="16"/>
        </w:rPr>
        <w:t xml:space="preserve">1. </w:t>
      </w:r>
      <w:r>
        <w:t>In the name of Allah, the Gracious, the Merciful.</w:t>
      </w:r>
    </w:p>
    <w:p w:rsidR="005D48EF" w:rsidRDefault="005D48EF" w:rsidP="005D48EF">
      <w:pPr>
        <w:numPr>
          <w:ilvl w:val="0"/>
          <w:numId w:val="0"/>
        </w:numPr>
      </w:pPr>
      <w:r>
        <w:rPr>
          <w:sz w:val="16"/>
        </w:rPr>
        <w:t xml:space="preserve">2. </w:t>
      </w:r>
      <w:r>
        <w:t>Praise be to Allah, Lord of the Worlds.</w:t>
      </w:r>
    </w:p>
    <w:p w:rsidR="005D48EF" w:rsidRDefault="005D48EF" w:rsidP="005D48EF">
      <w:pPr>
        <w:numPr>
          <w:ilvl w:val="0"/>
          <w:numId w:val="0"/>
        </w:numPr>
      </w:pPr>
      <w:r>
        <w:rPr>
          <w:sz w:val="16"/>
        </w:rPr>
        <w:t xml:space="preserve">3. </w:t>
      </w:r>
      <w:r>
        <w:t>The Most Gracious, the Most Merciful.</w:t>
      </w:r>
    </w:p>
    <w:p w:rsidR="005D48EF" w:rsidRDefault="005D48EF" w:rsidP="005D48EF">
      <w:pPr>
        <w:numPr>
          <w:ilvl w:val="0"/>
          <w:numId w:val="0"/>
        </w:numPr>
      </w:pPr>
      <w:r>
        <w:rPr>
          <w:sz w:val="16"/>
        </w:rPr>
        <w:t xml:space="preserve">4. </w:t>
      </w:r>
      <w:r>
        <w:t>Master of the Day of Judgment.</w:t>
      </w:r>
    </w:p>
    <w:p w:rsidR="005D48EF" w:rsidRDefault="005D48EF" w:rsidP="005D48EF">
      <w:pPr>
        <w:numPr>
          <w:ilvl w:val="0"/>
          <w:numId w:val="0"/>
        </w:numPr>
      </w:pPr>
      <w:r>
        <w:rPr>
          <w:sz w:val="16"/>
        </w:rPr>
        <w:t xml:space="preserve">5. </w:t>
      </w:r>
      <w:r>
        <w:t>It is You we worship, and upon You we call for help.</w:t>
      </w:r>
    </w:p>
    <w:p w:rsidR="005D48EF" w:rsidRDefault="005D48EF" w:rsidP="005D48EF">
      <w:pPr>
        <w:numPr>
          <w:ilvl w:val="0"/>
          <w:numId w:val="0"/>
        </w:numPr>
      </w:pPr>
      <w:r>
        <w:rPr>
          <w:sz w:val="16"/>
        </w:rPr>
        <w:t xml:space="preserve">6. </w:t>
      </w:r>
      <w:r>
        <w:t>Guide us to the straight path.</w:t>
      </w:r>
    </w:p>
    <w:p w:rsidR="005D48EF" w:rsidRPr="00EE7E11" w:rsidRDefault="005D48EF" w:rsidP="005D48EF">
      <w:pPr>
        <w:numPr>
          <w:ilvl w:val="0"/>
          <w:numId w:val="0"/>
        </w:numPr>
      </w:pPr>
      <w:r w:rsidRPr="00EE7E11">
        <w:rPr>
          <w:sz w:val="16"/>
        </w:rPr>
        <w:t xml:space="preserve">7. </w:t>
      </w:r>
      <w:r>
        <w:t>The path of those You have blessed, not of those against whom there is anger, nor of those who are misguided.</w:t>
      </w:r>
    </w:p>
    <w:sectPr w:rsidR="005D48EF" w:rsidRPr="00EE7E11" w:rsidSect="002F6AA3">
      <w:pgSz w:w="12240" w:h="15840"/>
      <w:pgMar w:top="1080" w:right="2520" w:bottom="1080" w:left="25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8047A"/>
    <w:multiLevelType w:val="multilevel"/>
    <w:tmpl w:val="8DF6B8B4"/>
    <w:name w:val="QuranList"/>
    <w:lvl w:ilvl="0">
      <w:start w:val="1"/>
      <w:numFmt w:val="decimal"/>
      <w:pStyle w:val="Normal"/>
      <w:suff w:val="space"/>
      <w:lvlText w:val="%1."/>
      <w:lvlJc w:val="left"/>
      <w:pPr>
        <w:ind w:left="0" w:firstLine="0"/>
      </w:pPr>
      <w:rPr>
        <w:rFonts w:hint="default"/>
        <w:sz w:val="16"/>
      </w:rPr>
    </w:lvl>
    <w:lvl w:ilvl="1">
      <w:start w:val="1"/>
      <w:numFmt w:val="none"/>
      <w:lvlText w:val="1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46918CD"/>
    <w:multiLevelType w:val="hybridMultilevel"/>
    <w:tmpl w:val="5D4202C4"/>
    <w:lvl w:ilvl="0" w:tplc="7B2E144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E2A6D"/>
    <w:multiLevelType w:val="multilevel"/>
    <w:tmpl w:val="977855E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ECE592C"/>
    <w:multiLevelType w:val="hybridMultilevel"/>
    <w:tmpl w:val="ECEA5956"/>
    <w:lvl w:ilvl="0" w:tplc="DEAC1EAC">
      <w:start w:val="1"/>
      <w:numFmt w:val="decimal"/>
      <w:pStyle w:val="NoSpacing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4A18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70B"/>
    <w:rsid w:val="0024267C"/>
    <w:rsid w:val="002F6AA3"/>
    <w:rsid w:val="00392DA1"/>
    <w:rsid w:val="004F46AB"/>
    <w:rsid w:val="0050757D"/>
    <w:rsid w:val="00594119"/>
    <w:rsid w:val="005D35C4"/>
    <w:rsid w:val="005D48EF"/>
    <w:rsid w:val="0066212F"/>
    <w:rsid w:val="00755F31"/>
    <w:rsid w:val="00A6637C"/>
    <w:rsid w:val="00A74EDB"/>
    <w:rsid w:val="00A879FD"/>
    <w:rsid w:val="00B671D7"/>
    <w:rsid w:val="00C029BA"/>
    <w:rsid w:val="00C26D04"/>
    <w:rsid w:val="00CD4980"/>
    <w:rsid w:val="00EE7E11"/>
    <w:rsid w:val="00EF070B"/>
    <w:rsid w:val="00F32C20"/>
    <w:rsid w:val="00F77479"/>
    <w:rsid w:val="00FC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2ADB51-DA6E-4974-A174-E30762B19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F32C20"/>
    <w:pPr>
      <w:numPr>
        <w:numId w:val="6"/>
      </w:numPr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AA3"/>
    <w:pPr>
      <w:ind w:left="720"/>
      <w:contextualSpacing/>
    </w:pPr>
  </w:style>
  <w:style w:type="paragraph" w:styleId="NoSpacing">
    <w:name w:val="No Spacing"/>
    <w:uiPriority w:val="1"/>
    <w:qFormat/>
    <w:rsid w:val="00FC64BE"/>
    <w:pPr>
      <w:numPr>
        <w:numId w:val="2"/>
      </w:num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D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D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lal\Documents\001%20Assembla\trunk\_Allah\Doc%20Files\Template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Template1.dotm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Talal</dc:creator>
  <cp:lastModifiedBy>titani@airmail.net</cp:lastModifiedBy>
  <cp:revision>2</cp:revision>
  <dcterms:created xsi:type="dcterms:W3CDTF">2016-07-09T16:54:00Z</dcterms:created>
  <dcterms:modified xsi:type="dcterms:W3CDTF">2016-07-09T16:54:00Z</dcterms:modified>
</cp:coreProperties>
</file>